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1C" w:rsidRPr="00A85B55" w:rsidRDefault="0010721C" w:rsidP="00A85B55">
      <w:pPr>
        <w:shd w:val="clear" w:color="auto" w:fill="FFFFFF"/>
        <w:jc w:val="both"/>
        <w:rPr>
          <w:rFonts w:ascii="Times New Roman" w:hAnsi="Times New Roman"/>
          <w:iCs/>
          <w:sz w:val="28"/>
          <w:szCs w:val="28"/>
        </w:rPr>
      </w:pPr>
      <w:r w:rsidRPr="00A85B55">
        <w:rPr>
          <w:rFonts w:ascii="Times New Roman" w:hAnsi="Times New Roman"/>
          <w:iCs/>
          <w:sz w:val="28"/>
          <w:szCs w:val="28"/>
        </w:rPr>
        <w:t>Субъект правотворческой инициативы – депутат Думы Соликамского городского округа по избирательному округу № 2 Мингазеев И.Г.</w:t>
      </w:r>
    </w:p>
    <w:p w:rsidR="0010721C" w:rsidRPr="00A85B55" w:rsidRDefault="0010721C" w:rsidP="00A85B55">
      <w:pPr>
        <w:shd w:val="clear" w:color="auto" w:fill="FFFFFF"/>
        <w:ind w:right="12"/>
        <w:jc w:val="center"/>
        <w:rPr>
          <w:rFonts w:ascii="Times New Roman" w:hAnsi="Times New Roman"/>
          <w:b/>
          <w:iCs/>
          <w:spacing w:val="119"/>
          <w:sz w:val="28"/>
          <w:szCs w:val="28"/>
        </w:rPr>
      </w:pPr>
    </w:p>
    <w:p w:rsidR="0010721C" w:rsidRPr="00A85B55" w:rsidRDefault="0010721C" w:rsidP="00A85B55">
      <w:pPr>
        <w:shd w:val="clear" w:color="auto" w:fill="FFFFFF"/>
        <w:ind w:right="12"/>
        <w:jc w:val="center"/>
        <w:rPr>
          <w:rFonts w:ascii="Times New Roman" w:hAnsi="Times New Roman"/>
          <w:b/>
          <w:iCs/>
          <w:spacing w:val="119"/>
          <w:sz w:val="28"/>
          <w:szCs w:val="28"/>
        </w:rPr>
      </w:pPr>
    </w:p>
    <w:p w:rsidR="0010721C" w:rsidRPr="00A85B55" w:rsidRDefault="0010721C" w:rsidP="009C7F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5B55">
        <w:rPr>
          <w:rFonts w:ascii="Times New Roman" w:hAnsi="Times New Roman"/>
          <w:b/>
          <w:sz w:val="28"/>
          <w:szCs w:val="28"/>
        </w:rPr>
        <w:t>Поправки</w:t>
      </w:r>
    </w:p>
    <w:p w:rsidR="0010721C" w:rsidRDefault="0010721C" w:rsidP="009C7F5E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9C7F5E">
        <w:rPr>
          <w:rFonts w:ascii="Times New Roman" w:hAnsi="Times New Roman"/>
          <w:b/>
          <w:sz w:val="28"/>
          <w:szCs w:val="28"/>
        </w:rPr>
        <w:t>в проект решения Думы Соликамского городского округа «</w:t>
      </w:r>
      <w:r w:rsidRPr="009C7F5E">
        <w:rPr>
          <w:rFonts w:ascii="Times New Roman" w:hAnsi="Times New Roman"/>
          <w:b/>
          <w:bCs/>
          <w:sz w:val="28"/>
          <w:szCs w:val="28"/>
        </w:rPr>
        <w:t>Об утверждении Положения о порядке и размерах возмещения расходов, связанных с осуществлением депутатских полномочий, депутату Думы Соликамского городского округа, осуществляющему свои полномочия на непостоянной основе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10721C" w:rsidRPr="000764E3" w:rsidRDefault="0010721C" w:rsidP="00D11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0721C" w:rsidRPr="000764E3" w:rsidRDefault="0010721C" w:rsidP="00D1189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764E3">
        <w:rPr>
          <w:rFonts w:ascii="Times New Roman" w:hAnsi="Times New Roman"/>
          <w:bCs/>
          <w:sz w:val="28"/>
          <w:szCs w:val="28"/>
        </w:rPr>
        <w:t>В пункте 3.1 подпункт «е» исключить.</w:t>
      </w:r>
    </w:p>
    <w:p w:rsidR="0010721C" w:rsidRPr="000764E3" w:rsidRDefault="0010721C" w:rsidP="0020560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764E3">
        <w:rPr>
          <w:rFonts w:ascii="Times New Roman" w:hAnsi="Times New Roman"/>
          <w:sz w:val="28"/>
          <w:szCs w:val="28"/>
        </w:rPr>
        <w:t>В пункте 3.5 слова «финансового года» заменить словами «текущего финансового года»; слова «установленных подпунктами «а» - «д» пункта 3.1» заменить словами «установленных пунктом 3.1».</w:t>
      </w:r>
    </w:p>
    <w:p w:rsidR="0010721C" w:rsidRDefault="0010721C" w:rsidP="00205601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E4222">
        <w:rPr>
          <w:rFonts w:ascii="Times New Roman" w:hAnsi="Times New Roman"/>
          <w:bCs/>
          <w:sz w:val="28"/>
          <w:szCs w:val="28"/>
        </w:rPr>
        <w:t xml:space="preserve">Раздел </w:t>
      </w:r>
      <w:r w:rsidRPr="005E4222">
        <w:rPr>
          <w:rFonts w:ascii="Times New Roman" w:hAnsi="Times New Roman"/>
          <w:bCs/>
          <w:sz w:val="28"/>
          <w:szCs w:val="28"/>
          <w:lang w:val="en-US"/>
        </w:rPr>
        <w:t>IX</w:t>
      </w:r>
      <w:r w:rsidRPr="005E4222">
        <w:rPr>
          <w:rFonts w:ascii="Times New Roman" w:hAnsi="Times New Roman"/>
          <w:bCs/>
          <w:sz w:val="28"/>
          <w:szCs w:val="28"/>
        </w:rPr>
        <w:t xml:space="preserve"> «Расходы на оплату услуг помощников» исключить. </w:t>
      </w:r>
    </w:p>
    <w:p w:rsidR="0010721C" w:rsidRDefault="0010721C" w:rsidP="00205601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приложении 4 к проекту решения исключить следующие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строки:</w:t>
      </w:r>
    </w:p>
    <w:p w:rsidR="0010721C" w:rsidRDefault="0010721C" w:rsidP="00205601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95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0"/>
        <w:gridCol w:w="4034"/>
        <w:gridCol w:w="2521"/>
        <w:gridCol w:w="2164"/>
      </w:tblGrid>
      <w:tr w:rsidR="0010721C" w:rsidRPr="001B0CB3" w:rsidTr="00970FD3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B0CB3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B0CB3">
              <w:rPr>
                <w:rFonts w:ascii="Times New Roman" w:hAnsi="Times New Roman"/>
                <w:sz w:val="28"/>
                <w:szCs w:val="28"/>
              </w:rPr>
              <w:t>Расходы на оплату услуг помощников: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0721C" w:rsidRPr="001B0CB3" w:rsidTr="00970FD3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0721C" w:rsidRPr="001B0CB3" w:rsidTr="00970FD3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1C" w:rsidRPr="001B0CB3" w:rsidRDefault="0010721C" w:rsidP="00970FD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10721C" w:rsidRPr="00266863" w:rsidRDefault="0010721C" w:rsidP="00205601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0721C" w:rsidRPr="002C0F47" w:rsidRDefault="0010721C" w:rsidP="000764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C0F47">
        <w:rPr>
          <w:rFonts w:ascii="Times New Roman" w:hAnsi="Times New Roman"/>
          <w:sz w:val="28"/>
          <w:szCs w:val="28"/>
        </w:rPr>
        <w:t xml:space="preserve">В пункте 4.1 </w:t>
      </w:r>
    </w:p>
    <w:p w:rsidR="0010721C" w:rsidRPr="000764E3" w:rsidRDefault="0010721C" w:rsidP="000764E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764E3">
        <w:rPr>
          <w:rFonts w:ascii="Times New Roman" w:hAnsi="Times New Roman"/>
          <w:sz w:val="28"/>
          <w:szCs w:val="28"/>
        </w:rPr>
        <w:t xml:space="preserve">слова «личным автомобильным транспортом, в том числе используемым по доверенности на право управления и (или) распоряжения транспортным средством или по договору аренды транспортного средства» заменить словами «личным автомобильным транспортом, в том числе используемым по доверенности на право управления транспортным средством, по полису </w:t>
      </w:r>
      <w:r w:rsidRPr="000764E3">
        <w:rPr>
          <w:rFonts w:ascii="Times New Roman" w:hAnsi="Times New Roman"/>
          <w:sz w:val="28"/>
          <w:szCs w:val="28"/>
          <w:lang w:eastAsia="ru-RU"/>
        </w:rPr>
        <w:t xml:space="preserve">обязательного страхования гражданской ответственности владельцев транспортных средств </w:t>
      </w:r>
      <w:r w:rsidRPr="000764E3">
        <w:rPr>
          <w:rFonts w:ascii="Times New Roman" w:hAnsi="Times New Roman"/>
          <w:sz w:val="28"/>
          <w:szCs w:val="28"/>
        </w:rPr>
        <w:t xml:space="preserve"> или по договору аренды транспортного средства»</w:t>
      </w:r>
      <w:r>
        <w:rPr>
          <w:rFonts w:ascii="Times New Roman" w:hAnsi="Times New Roman"/>
          <w:sz w:val="28"/>
          <w:szCs w:val="28"/>
        </w:rPr>
        <w:t>;</w:t>
      </w:r>
    </w:p>
    <w:p w:rsidR="0010721C" w:rsidRPr="000764E3" w:rsidRDefault="0010721C" w:rsidP="000764E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0764E3">
        <w:rPr>
          <w:rFonts w:ascii="Times New Roman" w:hAnsi="Times New Roman"/>
          <w:bCs/>
          <w:sz w:val="28"/>
          <w:szCs w:val="28"/>
        </w:rPr>
        <w:t>слова «индивидуального такси» заменить словом «такси».</w:t>
      </w:r>
    </w:p>
    <w:p w:rsidR="0010721C" w:rsidRDefault="0010721C" w:rsidP="0020560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32CA5">
        <w:rPr>
          <w:rFonts w:ascii="Times New Roman" w:hAnsi="Times New Roman"/>
          <w:bCs/>
          <w:sz w:val="28"/>
          <w:szCs w:val="28"/>
        </w:rPr>
        <w:t>В пункте 4.2.1 слова «автомобильным транспортом» заменить словами «автомобильным транспортом общего пользования», дополнить словами «стоимости проезда».</w:t>
      </w:r>
    </w:p>
    <w:p w:rsidR="0010721C" w:rsidRPr="00632CA5" w:rsidRDefault="0010721C" w:rsidP="0020560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32CA5">
        <w:rPr>
          <w:rFonts w:ascii="Times New Roman" w:hAnsi="Times New Roman"/>
          <w:bCs/>
          <w:sz w:val="28"/>
          <w:szCs w:val="28"/>
        </w:rPr>
        <w:t>В пункте 4.2.2 слова «</w:t>
      </w:r>
      <w:r w:rsidRPr="00632CA5">
        <w:rPr>
          <w:rFonts w:ascii="Times New Roman" w:hAnsi="Times New Roman"/>
          <w:sz w:val="28"/>
          <w:szCs w:val="28"/>
        </w:rPr>
        <w:t xml:space="preserve">и (или) распоряжения транспортным средством» заменить словами «, копией полиса </w:t>
      </w:r>
      <w:r w:rsidRPr="00632CA5">
        <w:rPr>
          <w:rFonts w:ascii="Times New Roman" w:hAnsi="Times New Roman"/>
          <w:sz w:val="28"/>
          <w:szCs w:val="28"/>
          <w:lang w:eastAsia="ru-RU"/>
        </w:rPr>
        <w:t xml:space="preserve">обязательного страхования гражданской ответственности владельцев транспортных средств». </w:t>
      </w:r>
      <w:r w:rsidRPr="00632CA5">
        <w:rPr>
          <w:rFonts w:ascii="Times New Roman" w:hAnsi="Times New Roman"/>
          <w:sz w:val="28"/>
          <w:szCs w:val="28"/>
        </w:rPr>
        <w:t xml:space="preserve"> </w:t>
      </w:r>
    </w:p>
    <w:p w:rsidR="0010721C" w:rsidRPr="00632CA5" w:rsidRDefault="0010721C" w:rsidP="0045361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10721C" w:rsidRDefault="0010721C" w:rsidP="004536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7.3 изложить в следующей редакции:</w:t>
      </w:r>
    </w:p>
    <w:p w:rsidR="0010721C" w:rsidRDefault="0010721C" w:rsidP="00453611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«7.3. К расходам депутата Думы на приобретение носителей информации относятся расходы на приобретение запоминающих устройств (флеш-карта, флеш-накопитель и т.п.; внешний жесткий диск).».</w:t>
      </w:r>
    </w:p>
    <w:p w:rsidR="0010721C" w:rsidRDefault="0010721C" w:rsidP="00651D14">
      <w:pPr>
        <w:pStyle w:val="ListParagraph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7.4 изложить в следующей редакции:</w:t>
      </w:r>
    </w:p>
    <w:p w:rsidR="0010721C" w:rsidRDefault="0010721C" w:rsidP="009B0F32">
      <w:pPr>
        <w:spacing w:after="0" w:line="240" w:lineRule="auto"/>
        <w:ind w:left="720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D1189F">
        <w:rPr>
          <w:rFonts w:ascii="Times New Roman" w:hAnsi="Times New Roman"/>
          <w:bCs/>
          <w:sz w:val="28"/>
          <w:szCs w:val="28"/>
        </w:rPr>
        <w:t>«7.4. Р</w:t>
      </w:r>
      <w:r w:rsidRPr="00D1189F">
        <w:rPr>
          <w:rFonts w:ascii="Times New Roman" w:hAnsi="Times New Roman"/>
          <w:sz w:val="28"/>
          <w:szCs w:val="28"/>
        </w:rPr>
        <w:t xml:space="preserve">асходы на приобретение звукозаписывающего оборудования и </w:t>
      </w:r>
      <w:r>
        <w:rPr>
          <w:rFonts w:ascii="Times New Roman" w:hAnsi="Times New Roman"/>
          <w:sz w:val="28"/>
          <w:szCs w:val="28"/>
        </w:rPr>
        <w:t>носителей информации</w:t>
      </w:r>
      <w:r w:rsidRPr="00D1189F">
        <w:rPr>
          <w:rFonts w:ascii="Times New Roman" w:hAnsi="Times New Roman"/>
          <w:sz w:val="28"/>
          <w:szCs w:val="28"/>
        </w:rPr>
        <w:t>, возмещаются депутату Думы один раз за весь срок его полномочий</w:t>
      </w:r>
      <w:r>
        <w:rPr>
          <w:rFonts w:ascii="Times New Roman" w:hAnsi="Times New Roman"/>
          <w:sz w:val="28"/>
          <w:szCs w:val="28"/>
        </w:rPr>
        <w:t xml:space="preserve"> в соответствии с нормативами, установленными приложением </w:t>
      </w:r>
      <w:r w:rsidRPr="00D1189F">
        <w:rPr>
          <w:rFonts w:ascii="Times New Roman" w:hAnsi="Times New Roman"/>
          <w:bCs/>
          <w:sz w:val="28"/>
          <w:szCs w:val="28"/>
        </w:rPr>
        <w:t>2 к настоящему Положению.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10721C" w:rsidRDefault="0010721C" w:rsidP="009B0F32">
      <w:pPr>
        <w:spacing w:after="0" w:line="240" w:lineRule="auto"/>
        <w:ind w:left="720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7.5 исключить.</w:t>
      </w:r>
    </w:p>
    <w:p w:rsidR="0010721C" w:rsidRDefault="0010721C" w:rsidP="009B0F32">
      <w:pPr>
        <w:spacing w:after="0" w:line="240" w:lineRule="auto"/>
        <w:ind w:left="720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7.6 считать пунктом 7.5.</w:t>
      </w:r>
    </w:p>
    <w:p w:rsidR="0010721C" w:rsidRDefault="0010721C" w:rsidP="00651D14">
      <w:pPr>
        <w:pStyle w:val="ListParagraph"/>
        <w:spacing w:after="0" w:line="240" w:lineRule="auto"/>
        <w:ind w:left="360" w:firstLine="34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 к проекту решения изложить в следующей редакции:</w:t>
      </w:r>
    </w:p>
    <w:p w:rsidR="0010721C" w:rsidRDefault="0010721C" w:rsidP="00651D14">
      <w:pPr>
        <w:pStyle w:val="ListParagraph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0721C" w:rsidRPr="0008628F" w:rsidRDefault="0010721C" w:rsidP="00651D14">
      <w:pPr>
        <w:pStyle w:val="ConsPlusNormal"/>
        <w:spacing w:line="240" w:lineRule="exact"/>
        <w:ind w:left="5670"/>
        <w:outlineLvl w:val="1"/>
        <w:rPr>
          <w:sz w:val="28"/>
          <w:szCs w:val="28"/>
        </w:rPr>
      </w:pPr>
      <w:r w:rsidRPr="0008628F">
        <w:rPr>
          <w:sz w:val="28"/>
          <w:szCs w:val="28"/>
        </w:rPr>
        <w:t>Приложение 2</w:t>
      </w:r>
    </w:p>
    <w:p w:rsidR="0010721C" w:rsidRPr="0008628F" w:rsidRDefault="0010721C" w:rsidP="00651D14">
      <w:pPr>
        <w:pStyle w:val="ConsPlusNormal"/>
        <w:spacing w:line="240" w:lineRule="exact"/>
        <w:ind w:left="5670"/>
        <w:rPr>
          <w:sz w:val="28"/>
          <w:szCs w:val="28"/>
        </w:rPr>
      </w:pPr>
      <w:r w:rsidRPr="0008628F">
        <w:rPr>
          <w:sz w:val="28"/>
          <w:szCs w:val="28"/>
        </w:rPr>
        <w:t>к Положению</w:t>
      </w:r>
    </w:p>
    <w:p w:rsidR="0010721C" w:rsidRPr="0008628F" w:rsidRDefault="0010721C" w:rsidP="00651D14">
      <w:pPr>
        <w:pStyle w:val="ConsPlusNormal"/>
        <w:spacing w:line="240" w:lineRule="exact"/>
        <w:ind w:left="5670"/>
        <w:rPr>
          <w:sz w:val="28"/>
          <w:szCs w:val="28"/>
        </w:rPr>
      </w:pPr>
      <w:r w:rsidRPr="0008628F">
        <w:rPr>
          <w:sz w:val="28"/>
          <w:szCs w:val="28"/>
        </w:rPr>
        <w:t>о порядке и размерах возмещения</w:t>
      </w:r>
    </w:p>
    <w:p w:rsidR="0010721C" w:rsidRPr="0008628F" w:rsidRDefault="0010721C" w:rsidP="00651D14">
      <w:pPr>
        <w:pStyle w:val="ConsPlusNormal"/>
        <w:spacing w:line="240" w:lineRule="exact"/>
        <w:ind w:left="5670"/>
        <w:rPr>
          <w:sz w:val="28"/>
          <w:szCs w:val="28"/>
        </w:rPr>
      </w:pPr>
      <w:r w:rsidRPr="0008628F">
        <w:rPr>
          <w:sz w:val="28"/>
          <w:szCs w:val="28"/>
        </w:rPr>
        <w:t>расходов, связанных с осуществлением</w:t>
      </w:r>
    </w:p>
    <w:p w:rsidR="0010721C" w:rsidRPr="0008628F" w:rsidRDefault="0010721C" w:rsidP="00651D14">
      <w:pPr>
        <w:pStyle w:val="ConsPlusNormal"/>
        <w:spacing w:line="240" w:lineRule="exact"/>
        <w:ind w:left="5670"/>
        <w:rPr>
          <w:sz w:val="28"/>
          <w:szCs w:val="28"/>
        </w:rPr>
      </w:pPr>
      <w:r w:rsidRPr="0008628F">
        <w:rPr>
          <w:sz w:val="28"/>
          <w:szCs w:val="28"/>
        </w:rPr>
        <w:t>депутатских полномочий,</w:t>
      </w:r>
    </w:p>
    <w:p w:rsidR="0010721C" w:rsidRPr="0008628F" w:rsidRDefault="0010721C" w:rsidP="00651D14">
      <w:pPr>
        <w:pStyle w:val="ConsPlusNormal"/>
        <w:spacing w:line="240" w:lineRule="exact"/>
        <w:ind w:left="5670"/>
        <w:rPr>
          <w:sz w:val="28"/>
          <w:szCs w:val="28"/>
        </w:rPr>
      </w:pPr>
      <w:r w:rsidRPr="0008628F">
        <w:rPr>
          <w:sz w:val="28"/>
          <w:szCs w:val="28"/>
        </w:rPr>
        <w:t>депутату Думы Соликамского городского округа,</w:t>
      </w:r>
    </w:p>
    <w:p w:rsidR="0010721C" w:rsidRPr="0008628F" w:rsidRDefault="0010721C" w:rsidP="00651D14">
      <w:pPr>
        <w:pStyle w:val="ConsPlusNormal"/>
        <w:spacing w:line="240" w:lineRule="exact"/>
        <w:ind w:left="5670"/>
        <w:rPr>
          <w:sz w:val="28"/>
          <w:szCs w:val="28"/>
        </w:rPr>
      </w:pPr>
      <w:r w:rsidRPr="0008628F">
        <w:rPr>
          <w:sz w:val="28"/>
          <w:szCs w:val="28"/>
        </w:rPr>
        <w:t>осуществляющему свои полномочия</w:t>
      </w:r>
    </w:p>
    <w:p w:rsidR="0010721C" w:rsidRPr="0008628F" w:rsidRDefault="0010721C" w:rsidP="00651D14">
      <w:pPr>
        <w:pStyle w:val="ConsPlusNormal"/>
        <w:spacing w:line="240" w:lineRule="exact"/>
        <w:ind w:left="5670"/>
        <w:rPr>
          <w:sz w:val="28"/>
          <w:szCs w:val="28"/>
        </w:rPr>
      </w:pPr>
      <w:r w:rsidRPr="0008628F">
        <w:rPr>
          <w:sz w:val="28"/>
          <w:szCs w:val="28"/>
        </w:rPr>
        <w:t>на непостоянной основе</w:t>
      </w:r>
    </w:p>
    <w:p w:rsidR="0010721C" w:rsidRPr="0008628F" w:rsidRDefault="0010721C" w:rsidP="00651D14">
      <w:pPr>
        <w:autoSpaceDE w:val="0"/>
        <w:autoSpaceDN w:val="0"/>
        <w:adjustRightInd w:val="0"/>
        <w:spacing w:line="240" w:lineRule="exact"/>
        <w:ind w:left="5670"/>
        <w:rPr>
          <w:rFonts w:ascii="Times New Roman" w:hAnsi="Times New Roman"/>
          <w:sz w:val="28"/>
          <w:szCs w:val="28"/>
        </w:rPr>
      </w:pPr>
    </w:p>
    <w:p w:rsidR="0010721C" w:rsidRPr="0008628F" w:rsidRDefault="0010721C" w:rsidP="00651D14">
      <w:pPr>
        <w:spacing w:after="240" w:line="240" w:lineRule="exact"/>
        <w:jc w:val="center"/>
        <w:textAlignment w:val="baseline"/>
        <w:rPr>
          <w:rFonts w:ascii="Times New Roman" w:hAnsi="Times New Roman"/>
          <w:b/>
          <w:bCs/>
          <w:sz w:val="32"/>
          <w:szCs w:val="32"/>
        </w:rPr>
      </w:pPr>
      <w:r w:rsidRPr="0008628F">
        <w:rPr>
          <w:rFonts w:ascii="Times New Roman" w:hAnsi="Times New Roman"/>
          <w:b/>
          <w:bCs/>
          <w:sz w:val="32"/>
          <w:szCs w:val="32"/>
        </w:rPr>
        <w:t>Нормативы количества звукозаписывающего оборудования         и носителей информации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A0"/>
      </w:tblPr>
      <w:tblGrid>
        <w:gridCol w:w="699"/>
        <w:gridCol w:w="4038"/>
        <w:gridCol w:w="1641"/>
        <w:gridCol w:w="3120"/>
      </w:tblGrid>
      <w:tr w:rsidR="0010721C" w:rsidRPr="0008628F" w:rsidTr="00970FD3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08628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08628F"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оборудования, носителя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08628F">
              <w:rPr>
                <w:rFonts w:ascii="Times New Roman" w:hAnsi="Times New Roman"/>
                <w:b/>
                <w:sz w:val="28"/>
                <w:szCs w:val="28"/>
              </w:rPr>
              <w:t>Ед. измерения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08628F">
              <w:rPr>
                <w:rFonts w:ascii="Times New Roman" w:hAnsi="Times New Roman"/>
                <w:b/>
                <w:sz w:val="28"/>
                <w:szCs w:val="28"/>
              </w:rPr>
              <w:t>Количество и период приобретения</w:t>
            </w:r>
          </w:p>
        </w:tc>
      </w:tr>
      <w:tr w:rsidR="0010721C" w:rsidRPr="0008628F" w:rsidTr="00970FD3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Диктофон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не более 1 единицы на срок полномочий</w:t>
            </w:r>
          </w:p>
        </w:tc>
      </w:tr>
      <w:tr w:rsidR="0010721C" w:rsidRPr="0008628F" w:rsidTr="00970FD3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Флеш-карта, флеш-накопитель и т.п.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не более 3 единиц на срок полномочий</w:t>
            </w:r>
          </w:p>
        </w:tc>
      </w:tr>
      <w:tr w:rsidR="0010721C" w:rsidRPr="0008628F" w:rsidTr="00970FD3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Внешний жесткий диск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21C" w:rsidRPr="0008628F" w:rsidRDefault="0010721C" w:rsidP="00970FD3">
            <w:pPr>
              <w:spacing w:line="240" w:lineRule="exact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8628F">
              <w:rPr>
                <w:rFonts w:ascii="Times New Roman" w:hAnsi="Times New Roman"/>
                <w:sz w:val="28"/>
                <w:szCs w:val="28"/>
              </w:rPr>
              <w:t>не более 1 единицы на срок полномочий</w:t>
            </w:r>
          </w:p>
        </w:tc>
      </w:tr>
    </w:tbl>
    <w:p w:rsidR="0010721C" w:rsidRDefault="0010721C" w:rsidP="00D1189F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10721C" w:rsidRDefault="0010721C" w:rsidP="001A31F2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10721C" w:rsidRPr="005E4222" w:rsidRDefault="0010721C" w:rsidP="005E7211">
      <w:pPr>
        <w:pStyle w:val="ListParagraph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E4222">
        <w:rPr>
          <w:rFonts w:ascii="Times New Roman" w:hAnsi="Times New Roman"/>
          <w:bCs/>
          <w:sz w:val="28"/>
          <w:szCs w:val="28"/>
        </w:rPr>
        <w:t xml:space="preserve">Раздел </w:t>
      </w:r>
      <w:r w:rsidRPr="005E4222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5E4222">
        <w:rPr>
          <w:rFonts w:ascii="Times New Roman" w:hAnsi="Times New Roman"/>
          <w:bCs/>
          <w:sz w:val="28"/>
          <w:szCs w:val="28"/>
        </w:rPr>
        <w:t xml:space="preserve"> «Порядок возмещения расходов» изложить в следующей редакции:</w:t>
      </w:r>
    </w:p>
    <w:p w:rsidR="0010721C" w:rsidRDefault="0010721C" w:rsidP="005E4222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 xml:space="preserve">«                          </w:t>
      </w:r>
      <w:r w:rsidRPr="005E4222">
        <w:rPr>
          <w:rFonts w:ascii="Times New Roman" w:hAnsi="Times New Roman"/>
          <w:b/>
          <w:bCs/>
          <w:sz w:val="32"/>
          <w:szCs w:val="32"/>
          <w:lang w:val="en-US"/>
        </w:rPr>
        <w:t>IX</w:t>
      </w:r>
      <w:r w:rsidRPr="005E4222">
        <w:rPr>
          <w:rFonts w:ascii="Times New Roman" w:hAnsi="Times New Roman"/>
          <w:b/>
          <w:bCs/>
          <w:sz w:val="32"/>
          <w:szCs w:val="32"/>
        </w:rPr>
        <w:t>. Порядок возмещения расходов</w:t>
      </w:r>
    </w:p>
    <w:p w:rsidR="0010721C" w:rsidRPr="005E4222" w:rsidRDefault="0010721C" w:rsidP="005E4222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32"/>
          <w:szCs w:val="32"/>
        </w:rPr>
      </w:pPr>
    </w:p>
    <w:p w:rsidR="0010721C" w:rsidRPr="000A383E" w:rsidRDefault="0010721C" w:rsidP="000A3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Pr="000A383E">
        <w:rPr>
          <w:rFonts w:ascii="Times New Roman" w:hAnsi="Times New Roman"/>
          <w:bCs/>
          <w:sz w:val="28"/>
          <w:szCs w:val="28"/>
        </w:rPr>
        <w:t>.1. Для возмещения расходов депутат Думы до 10-го числа месяца, следующего за месяцем, в котором были произведены расходы (за декабрь текущего года не позднее двадцатого декабря текущего года), представляет в аппарат Думы на имя председателя Думы:</w:t>
      </w:r>
    </w:p>
    <w:p w:rsidR="0010721C" w:rsidRPr="000A383E" w:rsidRDefault="0010721C" w:rsidP="000A3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A383E">
        <w:rPr>
          <w:rFonts w:ascii="Times New Roman" w:hAnsi="Times New Roman"/>
          <w:bCs/>
          <w:sz w:val="28"/>
          <w:szCs w:val="28"/>
        </w:rPr>
        <w:t xml:space="preserve">а) </w:t>
      </w:r>
      <w:hyperlink w:anchor="Par95" w:history="1">
        <w:r w:rsidRPr="000A383E">
          <w:rPr>
            <w:rFonts w:ascii="Times New Roman" w:hAnsi="Times New Roman"/>
            <w:bCs/>
            <w:sz w:val="28"/>
            <w:szCs w:val="28"/>
          </w:rPr>
          <w:t>заявление</w:t>
        </w:r>
      </w:hyperlink>
      <w:r w:rsidRPr="000A383E">
        <w:rPr>
          <w:rFonts w:ascii="Times New Roman" w:hAnsi="Times New Roman"/>
          <w:bCs/>
          <w:sz w:val="28"/>
          <w:szCs w:val="28"/>
        </w:rPr>
        <w:t xml:space="preserve"> о возмещении расходов, связанных с осуществлением депутатских полномочий, </w:t>
      </w:r>
      <w:r w:rsidRPr="000A383E">
        <w:rPr>
          <w:rFonts w:ascii="Times New Roman" w:hAnsi="Times New Roman"/>
          <w:sz w:val="28"/>
          <w:szCs w:val="28"/>
        </w:rPr>
        <w:t>по форме согласно приложению 3 к настоящему Положению</w:t>
      </w:r>
      <w:r w:rsidRPr="000A383E">
        <w:rPr>
          <w:rFonts w:ascii="Times New Roman" w:hAnsi="Times New Roman"/>
          <w:bCs/>
          <w:sz w:val="28"/>
          <w:szCs w:val="28"/>
        </w:rPr>
        <w:t>;</w:t>
      </w:r>
    </w:p>
    <w:p w:rsidR="0010721C" w:rsidRPr="000A383E" w:rsidRDefault="0010721C" w:rsidP="000A3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A383E">
        <w:rPr>
          <w:rFonts w:ascii="Times New Roman" w:hAnsi="Times New Roman"/>
          <w:bCs/>
          <w:sz w:val="28"/>
          <w:szCs w:val="28"/>
        </w:rPr>
        <w:t xml:space="preserve">б) </w:t>
      </w:r>
      <w:hyperlink w:anchor="Par132" w:history="1">
        <w:r w:rsidRPr="000A383E">
          <w:rPr>
            <w:rFonts w:ascii="Times New Roman" w:hAnsi="Times New Roman"/>
            <w:bCs/>
            <w:sz w:val="28"/>
            <w:szCs w:val="28"/>
          </w:rPr>
          <w:t>отчет</w:t>
        </w:r>
      </w:hyperlink>
      <w:r w:rsidRPr="000A383E">
        <w:rPr>
          <w:rFonts w:ascii="Times New Roman" w:hAnsi="Times New Roman"/>
          <w:bCs/>
          <w:sz w:val="28"/>
          <w:szCs w:val="28"/>
        </w:rPr>
        <w:t xml:space="preserve"> о расходах, связанных с осуществлением депутатских полномочий, </w:t>
      </w:r>
      <w:r w:rsidRPr="000A383E">
        <w:rPr>
          <w:rFonts w:ascii="Times New Roman" w:hAnsi="Times New Roman"/>
          <w:sz w:val="28"/>
          <w:szCs w:val="28"/>
        </w:rPr>
        <w:t>по форме согласно приложению 4 к настоящему Положению</w:t>
      </w:r>
      <w:r w:rsidRPr="000A383E">
        <w:rPr>
          <w:rFonts w:ascii="Times New Roman" w:hAnsi="Times New Roman"/>
          <w:bCs/>
          <w:sz w:val="28"/>
          <w:szCs w:val="28"/>
        </w:rPr>
        <w:t>;</w:t>
      </w:r>
    </w:p>
    <w:p w:rsidR="0010721C" w:rsidRPr="000A383E" w:rsidRDefault="0010721C" w:rsidP="000A3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A383E">
        <w:rPr>
          <w:rFonts w:ascii="Times New Roman" w:hAnsi="Times New Roman"/>
          <w:bCs/>
          <w:sz w:val="28"/>
          <w:szCs w:val="28"/>
        </w:rPr>
        <w:t xml:space="preserve">в) документы, подтверждающие произведенные депутатом Думы расходы, </w:t>
      </w:r>
      <w:r w:rsidRPr="000A383E">
        <w:rPr>
          <w:rFonts w:ascii="Times New Roman" w:hAnsi="Times New Roman"/>
          <w:sz w:val="28"/>
          <w:szCs w:val="28"/>
        </w:rPr>
        <w:t xml:space="preserve">перечень по каждому виду которых установлен настоящим </w:t>
      </w:r>
      <w:r>
        <w:rPr>
          <w:rFonts w:ascii="Times New Roman" w:hAnsi="Times New Roman"/>
          <w:sz w:val="28"/>
          <w:szCs w:val="28"/>
        </w:rPr>
        <w:t>Положением</w:t>
      </w:r>
      <w:r w:rsidRPr="000A383E">
        <w:rPr>
          <w:rFonts w:ascii="Times New Roman" w:hAnsi="Times New Roman"/>
          <w:sz w:val="28"/>
          <w:szCs w:val="28"/>
        </w:rPr>
        <w:t>.</w:t>
      </w:r>
    </w:p>
    <w:p w:rsidR="0010721C" w:rsidRPr="000A383E" w:rsidRDefault="0010721C" w:rsidP="000A38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 xml:space="preserve">.2. </w:t>
      </w:r>
      <w:r w:rsidRPr="000A383E">
        <w:rPr>
          <w:rFonts w:ascii="Times New Roman" w:hAnsi="Times New Roman"/>
          <w:sz w:val="28"/>
          <w:szCs w:val="28"/>
        </w:rPr>
        <w:t xml:space="preserve">В случае наличия 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>уважительной причины (</w:t>
      </w:r>
      <w:r w:rsidRPr="000A383E">
        <w:rPr>
          <w:rFonts w:ascii="Times New Roman" w:hAnsi="Times New Roman"/>
          <w:bCs/>
          <w:sz w:val="28"/>
          <w:szCs w:val="28"/>
        </w:rPr>
        <w:t xml:space="preserve">временная нетрудоспособность, командировка, 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>учеба или отпуск с выездом за пределы Соликамского городского округа</w:t>
      </w:r>
      <w:r w:rsidRPr="000A383E">
        <w:rPr>
          <w:rFonts w:ascii="Times New Roman" w:hAnsi="Times New Roman"/>
          <w:bCs/>
          <w:sz w:val="28"/>
          <w:szCs w:val="28"/>
        </w:rPr>
        <w:t>),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 xml:space="preserve"> документы</w:t>
      </w:r>
      <w:r w:rsidRPr="000A383E">
        <w:rPr>
          <w:rFonts w:ascii="Times New Roman" w:hAnsi="Times New Roman"/>
          <w:bCs/>
          <w:sz w:val="28"/>
          <w:szCs w:val="28"/>
        </w:rPr>
        <w:t xml:space="preserve"> для возмещения расходов (за исключением расходов, произведенных депутатом Думы в декабре текущего года)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 xml:space="preserve">, указанные 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пункте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 xml:space="preserve">.1 настоящего Положения, могут быть представлены депутатом Думы не позднее окончания месяца, следующего за месяцем, </w:t>
      </w:r>
      <w:r w:rsidRPr="000A383E">
        <w:rPr>
          <w:rFonts w:ascii="Times New Roman" w:hAnsi="Times New Roman"/>
          <w:bCs/>
          <w:sz w:val="28"/>
          <w:szCs w:val="28"/>
        </w:rPr>
        <w:t xml:space="preserve">в котором были произведены расходы, с обязательным приложением документа, </w:t>
      </w:r>
      <w:r w:rsidRPr="000A383E">
        <w:rPr>
          <w:rFonts w:ascii="Times New Roman" w:hAnsi="Times New Roman"/>
          <w:sz w:val="28"/>
          <w:szCs w:val="28"/>
        </w:rPr>
        <w:t xml:space="preserve">подтверждающего уважительную причину непредставления документов в установленный пунктом </w:t>
      </w:r>
      <w:r>
        <w:rPr>
          <w:rFonts w:ascii="Times New Roman" w:hAnsi="Times New Roman"/>
          <w:sz w:val="28"/>
          <w:szCs w:val="28"/>
        </w:rPr>
        <w:t>9</w:t>
      </w:r>
      <w:r w:rsidRPr="000A383E">
        <w:rPr>
          <w:rFonts w:ascii="Times New Roman" w:hAnsi="Times New Roman"/>
          <w:sz w:val="28"/>
          <w:szCs w:val="28"/>
        </w:rPr>
        <w:t>.1 настоящего Положения срок.</w:t>
      </w:r>
    </w:p>
    <w:p w:rsidR="0010721C" w:rsidRPr="00872ED7" w:rsidRDefault="0010721C" w:rsidP="000A38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Pr="000A383E">
        <w:rPr>
          <w:rFonts w:ascii="Times New Roman" w:hAnsi="Times New Roman"/>
          <w:bCs/>
          <w:sz w:val="28"/>
          <w:szCs w:val="28"/>
        </w:rPr>
        <w:t xml:space="preserve">.3. Ответственность за достоверность представленных документов, предусмотренных </w:t>
      </w:r>
      <w:hyperlink w:anchor="Par2" w:history="1">
        <w:r w:rsidRPr="000A383E">
          <w:rPr>
            <w:rFonts w:ascii="Times New Roman" w:hAnsi="Times New Roman"/>
            <w:bCs/>
            <w:sz w:val="28"/>
            <w:szCs w:val="28"/>
          </w:rPr>
          <w:t xml:space="preserve">пунктом </w:t>
        </w:r>
        <w:r>
          <w:rPr>
            <w:rFonts w:ascii="Times New Roman" w:hAnsi="Times New Roman"/>
            <w:bCs/>
            <w:sz w:val="28"/>
            <w:szCs w:val="28"/>
          </w:rPr>
          <w:t>9</w:t>
        </w:r>
        <w:r w:rsidRPr="000A383E">
          <w:rPr>
            <w:rFonts w:ascii="Times New Roman" w:hAnsi="Times New Roman"/>
            <w:bCs/>
            <w:sz w:val="28"/>
            <w:szCs w:val="28"/>
          </w:rPr>
          <w:t>.1</w:t>
        </w:r>
      </w:hyperlink>
      <w:r w:rsidRPr="000A383E">
        <w:rPr>
          <w:rFonts w:ascii="Times New Roman" w:hAnsi="Times New Roman"/>
          <w:bCs/>
          <w:sz w:val="28"/>
          <w:szCs w:val="28"/>
        </w:rPr>
        <w:t xml:space="preserve"> настоящего Положения, возлагается на </w:t>
      </w:r>
      <w:r w:rsidRPr="00872ED7">
        <w:rPr>
          <w:rFonts w:ascii="Times New Roman" w:hAnsi="Times New Roman"/>
          <w:bCs/>
          <w:sz w:val="28"/>
          <w:szCs w:val="28"/>
        </w:rPr>
        <w:t>депутата Думы.</w:t>
      </w:r>
    </w:p>
    <w:p w:rsidR="0010721C" w:rsidRPr="00BF4091" w:rsidRDefault="0010721C" w:rsidP="00670A1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F4091">
        <w:rPr>
          <w:rFonts w:ascii="Times New Roman" w:hAnsi="Times New Roman"/>
          <w:sz w:val="28"/>
          <w:szCs w:val="28"/>
          <w:lang w:eastAsia="ru-RU"/>
        </w:rPr>
        <w:t>9.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F4091">
        <w:rPr>
          <w:rFonts w:ascii="Times New Roman" w:hAnsi="Times New Roman"/>
          <w:sz w:val="28"/>
          <w:szCs w:val="28"/>
          <w:lang w:eastAsia="ru-RU"/>
        </w:rPr>
        <w:t>. Рассмотрение представленных депутатом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Думы</w:t>
      </w:r>
      <w:r w:rsidRPr="00BF4091">
        <w:rPr>
          <w:rFonts w:ascii="Times New Roman" w:hAnsi="Times New Roman"/>
          <w:sz w:val="28"/>
          <w:szCs w:val="28"/>
          <w:lang w:eastAsia="ru-RU"/>
        </w:rPr>
        <w:t xml:space="preserve"> документов осуществляется Комиссией 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по рассмотрению </w:t>
      </w:r>
      <w:r>
        <w:rPr>
          <w:rFonts w:ascii="Times New Roman" w:hAnsi="Times New Roman"/>
          <w:sz w:val="28"/>
          <w:szCs w:val="28"/>
          <w:lang w:eastAsia="ru-RU"/>
        </w:rPr>
        <w:t>документов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 депутатов Думы </w:t>
      </w:r>
      <w:r w:rsidRPr="00BF4091">
        <w:rPr>
          <w:rFonts w:ascii="Times New Roman" w:hAnsi="Times New Roman"/>
          <w:sz w:val="28"/>
          <w:szCs w:val="28"/>
          <w:lang w:eastAsia="ru-RU"/>
        </w:rPr>
        <w:t xml:space="preserve">Соликамского городского округа 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о возмещении </w:t>
      </w:r>
      <w:r w:rsidRPr="00BF4091">
        <w:rPr>
          <w:rFonts w:ascii="Times New Roman" w:hAnsi="Times New Roman"/>
          <w:bCs/>
          <w:sz w:val="28"/>
          <w:szCs w:val="28"/>
        </w:rPr>
        <w:t>расходов, связанных с осуществлением депутатских полномочий</w:t>
      </w:r>
      <w:r w:rsidRPr="00BF409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(далее - Комиссия), </w:t>
      </w:r>
      <w:r w:rsidRPr="00BF4091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BF4091">
        <w:rPr>
          <w:rFonts w:ascii="Times New Roman" w:hAnsi="Times New Roman"/>
          <w:sz w:val="28"/>
          <w:szCs w:val="28"/>
          <w:lang w:eastAsia="ru-RU"/>
        </w:rPr>
        <w:t>настоящим Положением и Положением о Комиссии.</w:t>
      </w:r>
    </w:p>
    <w:p w:rsidR="0010721C" w:rsidRPr="00BF4091" w:rsidRDefault="0010721C" w:rsidP="00670A1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F4091">
        <w:rPr>
          <w:rFonts w:ascii="Times New Roman" w:hAnsi="Times New Roman"/>
          <w:sz w:val="28"/>
          <w:szCs w:val="28"/>
          <w:lang w:eastAsia="ru-RU"/>
        </w:rPr>
        <w:t>9.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F4091">
        <w:rPr>
          <w:rFonts w:ascii="Times New Roman" w:hAnsi="Times New Roman"/>
          <w:sz w:val="28"/>
          <w:szCs w:val="28"/>
          <w:lang w:eastAsia="ru-RU"/>
        </w:rPr>
        <w:t>. Положение о Комиссии и персональный состав Комиссии утверждаются распоряжением председателя Думы.</w:t>
      </w:r>
    </w:p>
    <w:p w:rsidR="0010721C" w:rsidRDefault="0010721C" w:rsidP="00670A1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F4091">
        <w:rPr>
          <w:rFonts w:ascii="Times New Roman" w:hAnsi="Times New Roman"/>
          <w:sz w:val="28"/>
          <w:szCs w:val="28"/>
          <w:lang w:eastAsia="ru-RU"/>
        </w:rPr>
        <w:t>9.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BF409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Численный состав Комиссии не может быть менее 5 человек. </w:t>
      </w:r>
      <w:r w:rsidRPr="00BF4091">
        <w:rPr>
          <w:rFonts w:ascii="Times New Roman" w:hAnsi="Times New Roman"/>
          <w:sz w:val="28"/>
          <w:szCs w:val="28"/>
          <w:lang w:eastAsia="ru-RU"/>
        </w:rPr>
        <w:t xml:space="preserve">В состав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Комиссии включаются </w:t>
      </w:r>
      <w:r w:rsidRPr="00BF4091">
        <w:rPr>
          <w:rFonts w:ascii="Times New Roman" w:hAnsi="Times New Roman"/>
          <w:sz w:val="28"/>
          <w:szCs w:val="28"/>
          <w:lang w:eastAsia="ru-RU"/>
        </w:rPr>
        <w:t>депутаты Думы и работники аппарата Думы.</w:t>
      </w:r>
    </w:p>
    <w:p w:rsidR="0010721C" w:rsidRPr="009D0366" w:rsidRDefault="0010721C" w:rsidP="007F297F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72ED7">
        <w:rPr>
          <w:rFonts w:ascii="Times New Roman" w:hAnsi="Times New Roman"/>
          <w:sz w:val="28"/>
          <w:szCs w:val="28"/>
          <w:lang w:eastAsia="ru-RU"/>
        </w:rPr>
        <w:t>9.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872ED7">
        <w:rPr>
          <w:rFonts w:ascii="Times New Roman" w:hAnsi="Times New Roman"/>
          <w:sz w:val="28"/>
          <w:szCs w:val="28"/>
          <w:lang w:eastAsia="ru-RU"/>
        </w:rPr>
        <w:t>. До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кументы, представленные депутатом Думы в соответствии с </w:t>
      </w:r>
      <w:r w:rsidRPr="00872ED7">
        <w:rPr>
          <w:rFonts w:ascii="Times New Roman" w:hAnsi="Times New Roman"/>
          <w:sz w:val="28"/>
          <w:szCs w:val="28"/>
          <w:lang w:eastAsia="ru-RU"/>
        </w:rPr>
        <w:t>пунктом 9.1 настоящего Положения, в день их поступления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 регистрируются </w:t>
      </w:r>
      <w:r w:rsidRPr="00BF4091">
        <w:rPr>
          <w:rFonts w:ascii="Times New Roman" w:hAnsi="Times New Roman"/>
          <w:sz w:val="28"/>
          <w:szCs w:val="28"/>
          <w:lang w:eastAsia="ru-RU"/>
        </w:rPr>
        <w:t xml:space="preserve">аппаратом Думы 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BF4091">
        <w:rPr>
          <w:rFonts w:ascii="Times New Roman" w:hAnsi="Times New Roman"/>
          <w:sz w:val="28"/>
          <w:szCs w:val="28"/>
          <w:lang w:eastAsia="ru-RU"/>
        </w:rPr>
        <w:t>ж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урнале регистрации </w:t>
      </w:r>
      <w:r>
        <w:rPr>
          <w:rFonts w:ascii="Times New Roman" w:hAnsi="Times New Roman"/>
          <w:sz w:val="28"/>
          <w:szCs w:val="28"/>
          <w:lang w:eastAsia="ru-RU"/>
        </w:rPr>
        <w:t>документов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 депутатов </w:t>
      </w:r>
      <w:r w:rsidRPr="00BF4091">
        <w:rPr>
          <w:rFonts w:ascii="Times New Roman" w:hAnsi="Times New Roman"/>
          <w:sz w:val="28"/>
          <w:szCs w:val="28"/>
          <w:lang w:eastAsia="ru-RU"/>
        </w:rPr>
        <w:t xml:space="preserve">Думы Соликамского городского округа 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о возмещении </w:t>
      </w:r>
      <w:r w:rsidRPr="00BF4091">
        <w:rPr>
          <w:rFonts w:ascii="Times New Roman" w:hAnsi="Times New Roman"/>
          <w:bCs/>
          <w:sz w:val="28"/>
          <w:szCs w:val="28"/>
        </w:rPr>
        <w:t xml:space="preserve">расходов, связанных с </w:t>
      </w:r>
      <w:r w:rsidRPr="009D0366">
        <w:rPr>
          <w:rFonts w:ascii="Times New Roman" w:hAnsi="Times New Roman"/>
          <w:bCs/>
          <w:sz w:val="28"/>
          <w:szCs w:val="28"/>
        </w:rPr>
        <w:t xml:space="preserve">осуществлением депутатских полномочий, и передаются в </w:t>
      </w:r>
      <w:r w:rsidRPr="009D0366">
        <w:rPr>
          <w:rFonts w:ascii="Times New Roman" w:hAnsi="Times New Roman"/>
          <w:sz w:val="28"/>
          <w:szCs w:val="28"/>
          <w:lang w:eastAsia="ru-RU"/>
        </w:rPr>
        <w:t>Комиссию.</w:t>
      </w:r>
    </w:p>
    <w:p w:rsidR="0010721C" w:rsidRDefault="0010721C" w:rsidP="00670A1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D0366">
        <w:rPr>
          <w:rFonts w:ascii="Times New Roman" w:hAnsi="Times New Roman"/>
          <w:sz w:val="28"/>
          <w:szCs w:val="28"/>
          <w:lang w:eastAsia="ru-RU"/>
        </w:rPr>
        <w:t xml:space="preserve">9.8. </w:t>
      </w:r>
      <w:r w:rsidRPr="009D0366">
        <w:rPr>
          <w:rFonts w:ascii="Times New Roman" w:hAnsi="Times New Roman"/>
          <w:sz w:val="28"/>
          <w:szCs w:val="28"/>
          <w:shd w:val="clear" w:color="auto" w:fill="FFFFFF"/>
        </w:rPr>
        <w:t xml:space="preserve">Комиссия в течение 5 рабочих дней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 дня регистрации документов </w:t>
      </w:r>
      <w:r w:rsidRPr="009D0366">
        <w:rPr>
          <w:rFonts w:ascii="Times New Roman" w:hAnsi="Times New Roman"/>
          <w:sz w:val="28"/>
          <w:szCs w:val="28"/>
          <w:shd w:val="clear" w:color="auto" w:fill="FFFFFF"/>
        </w:rPr>
        <w:t>осуществляет рассмотрение представленных документов</w:t>
      </w:r>
      <w:r w:rsidRPr="009D0366">
        <w:rPr>
          <w:rFonts w:ascii="Times New Roman" w:hAnsi="Times New Roman"/>
          <w:sz w:val="28"/>
          <w:szCs w:val="28"/>
        </w:rPr>
        <w:t xml:space="preserve"> на соответствие настоящему Положению</w:t>
      </w:r>
      <w:r>
        <w:rPr>
          <w:rFonts w:ascii="Times New Roman" w:hAnsi="Times New Roman"/>
          <w:sz w:val="28"/>
          <w:szCs w:val="28"/>
        </w:rPr>
        <w:t>.</w:t>
      </w:r>
    </w:p>
    <w:p w:rsidR="0010721C" w:rsidRDefault="0010721C" w:rsidP="009D03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B3D5B">
        <w:rPr>
          <w:rFonts w:ascii="Times New Roman" w:hAnsi="Times New Roman"/>
          <w:sz w:val="28"/>
          <w:szCs w:val="28"/>
          <w:shd w:val="clear" w:color="auto" w:fill="FFFFFF"/>
        </w:rPr>
        <w:t xml:space="preserve">9.9. </w:t>
      </w:r>
      <w:r w:rsidRPr="00FB3D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окончании рассмотрения представленных документов в</w:t>
      </w:r>
      <w:r w:rsidRPr="00FB3D5B">
        <w:rPr>
          <w:rFonts w:ascii="Times New Roman" w:hAnsi="Times New Roman"/>
          <w:color w:val="000000"/>
          <w:sz w:val="28"/>
          <w:szCs w:val="28"/>
        </w:rPr>
        <w:br/>
      </w:r>
      <w:r w:rsidRPr="00FB3D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случае выявления нарушений: </w:t>
      </w:r>
      <w:r w:rsidRPr="00FB3D5B">
        <w:rPr>
          <w:rFonts w:ascii="Times New Roman" w:hAnsi="Times New Roman"/>
          <w:sz w:val="28"/>
          <w:szCs w:val="28"/>
        </w:rPr>
        <w:t xml:space="preserve">представление не в полном объеме и (или) неправильное оформление документов, указанных в пункте </w:t>
      </w:r>
      <w:r>
        <w:rPr>
          <w:rFonts w:ascii="Times New Roman" w:hAnsi="Times New Roman"/>
          <w:sz w:val="28"/>
          <w:szCs w:val="28"/>
        </w:rPr>
        <w:t>9</w:t>
      </w:r>
      <w:r w:rsidRPr="00FB3D5B">
        <w:rPr>
          <w:rFonts w:ascii="Times New Roman" w:hAnsi="Times New Roman"/>
          <w:sz w:val="28"/>
          <w:szCs w:val="28"/>
        </w:rPr>
        <w:t>.1 настоящего Положения,</w:t>
      </w:r>
      <w:r w:rsidRPr="00FB3D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секретарь Комиссии в тот же день</w:t>
      </w:r>
      <w:r w:rsidRPr="00FB3D5B">
        <w:rPr>
          <w:rFonts w:ascii="Times New Roman" w:hAnsi="Times New Roman"/>
          <w:sz w:val="28"/>
          <w:szCs w:val="28"/>
        </w:rPr>
        <w:t xml:space="preserve"> </w:t>
      </w:r>
      <w:r w:rsidRPr="00FB3D5B">
        <w:rPr>
          <w:rFonts w:ascii="Times New Roman" w:hAnsi="Times New Roman"/>
          <w:bCs/>
          <w:sz w:val="28"/>
          <w:szCs w:val="28"/>
        </w:rPr>
        <w:t>информирует депутата Думы телефонограммой либо</w:t>
      </w:r>
      <w:r w:rsidRPr="000A383E">
        <w:rPr>
          <w:rFonts w:ascii="Times New Roman" w:hAnsi="Times New Roman"/>
          <w:bCs/>
          <w:sz w:val="28"/>
          <w:szCs w:val="28"/>
        </w:rPr>
        <w:t xml:space="preserve"> письменным уведомлением о выявленных нарушениях, и о необходимости их устранения не позднее 5 рабочих дней со дня получения депутатом Думы телефонограммы или письменного уведомления соответственно.</w:t>
      </w:r>
    </w:p>
    <w:p w:rsidR="0010721C" w:rsidRPr="003D2DDB" w:rsidRDefault="0010721C" w:rsidP="002972C2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D2DDB">
        <w:rPr>
          <w:rFonts w:ascii="Times New Roman" w:hAnsi="Times New Roman"/>
          <w:bCs/>
          <w:sz w:val="28"/>
          <w:szCs w:val="28"/>
        </w:rPr>
        <w:t xml:space="preserve">9.10. </w:t>
      </w:r>
      <w:r w:rsidRPr="003D2DDB">
        <w:rPr>
          <w:rFonts w:ascii="Times New Roman" w:hAnsi="Times New Roman"/>
          <w:sz w:val="28"/>
          <w:szCs w:val="28"/>
          <w:shd w:val="clear" w:color="auto" w:fill="FFFFFF"/>
        </w:rPr>
        <w:t xml:space="preserve">В срок не </w:t>
      </w:r>
      <w:r w:rsidRPr="00A85B55">
        <w:rPr>
          <w:rFonts w:ascii="Times New Roman" w:hAnsi="Times New Roman"/>
          <w:sz w:val="28"/>
          <w:szCs w:val="28"/>
          <w:shd w:val="clear" w:color="auto" w:fill="FFFFFF"/>
        </w:rPr>
        <w:t>позднее 10 рабочих дней со</w:t>
      </w:r>
      <w:r w:rsidRPr="003D2DDB">
        <w:rPr>
          <w:rFonts w:ascii="Times New Roman" w:hAnsi="Times New Roman"/>
          <w:sz w:val="28"/>
          <w:szCs w:val="28"/>
          <w:shd w:val="clear" w:color="auto" w:fill="FFFFFF"/>
        </w:rPr>
        <w:t xml:space="preserve"> дня регистрации документов Комиссия проводит заседание, на котором </w:t>
      </w:r>
      <w:r w:rsidRPr="005E1DC0">
        <w:rPr>
          <w:rFonts w:ascii="Times New Roman" w:hAnsi="Times New Roman"/>
          <w:sz w:val="28"/>
          <w:szCs w:val="28"/>
          <w:lang w:eastAsia="ru-RU"/>
        </w:rPr>
        <w:t xml:space="preserve">принимает </w:t>
      </w:r>
      <w:r w:rsidRPr="003D2DDB">
        <w:rPr>
          <w:rFonts w:ascii="Times New Roman" w:hAnsi="Times New Roman"/>
          <w:sz w:val="28"/>
          <w:szCs w:val="28"/>
          <w:lang w:eastAsia="ru-RU"/>
        </w:rPr>
        <w:t xml:space="preserve">одно из </w:t>
      </w:r>
      <w:r w:rsidRPr="005E1DC0">
        <w:rPr>
          <w:rFonts w:ascii="Times New Roman" w:hAnsi="Times New Roman"/>
          <w:sz w:val="28"/>
          <w:szCs w:val="28"/>
          <w:lang w:eastAsia="ru-RU"/>
        </w:rPr>
        <w:t>следующи</w:t>
      </w:r>
      <w:r w:rsidRPr="003D2DDB">
        <w:rPr>
          <w:rFonts w:ascii="Times New Roman" w:hAnsi="Times New Roman"/>
          <w:sz w:val="28"/>
          <w:szCs w:val="28"/>
          <w:lang w:eastAsia="ru-RU"/>
        </w:rPr>
        <w:t>х</w:t>
      </w:r>
      <w:r w:rsidRPr="005E1D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D2DDB">
        <w:rPr>
          <w:rFonts w:ascii="Times New Roman" w:hAnsi="Times New Roman"/>
          <w:sz w:val="28"/>
          <w:szCs w:val="28"/>
          <w:lang w:eastAsia="ru-RU"/>
        </w:rPr>
        <w:t>решений</w:t>
      </w:r>
      <w:r w:rsidRPr="005E1DC0">
        <w:rPr>
          <w:rFonts w:ascii="Times New Roman" w:hAnsi="Times New Roman"/>
          <w:sz w:val="28"/>
          <w:szCs w:val="28"/>
          <w:lang w:eastAsia="ru-RU"/>
        </w:rPr>
        <w:t>:</w:t>
      </w:r>
    </w:p>
    <w:p w:rsidR="0010721C" w:rsidRPr="003D2DDB" w:rsidRDefault="0010721C" w:rsidP="002972C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D2DDB">
        <w:rPr>
          <w:rFonts w:ascii="Times New Roman" w:hAnsi="Times New Roman"/>
          <w:sz w:val="28"/>
          <w:szCs w:val="28"/>
          <w:lang w:eastAsia="ru-RU"/>
        </w:rPr>
        <w:t>а</w:t>
      </w:r>
      <w:r w:rsidRPr="005E1DC0">
        <w:rPr>
          <w:rFonts w:ascii="Times New Roman" w:hAnsi="Times New Roman"/>
          <w:sz w:val="28"/>
          <w:szCs w:val="28"/>
          <w:lang w:eastAsia="ru-RU"/>
        </w:rPr>
        <w:t xml:space="preserve">) о </w:t>
      </w:r>
      <w:r w:rsidRPr="003D2DDB">
        <w:rPr>
          <w:rFonts w:ascii="Times New Roman" w:hAnsi="Times New Roman"/>
          <w:bCs/>
          <w:sz w:val="28"/>
          <w:szCs w:val="28"/>
        </w:rPr>
        <w:t>возмещении депутату Думы документально подтвержденных расходов, связанных с осуществлением депутатских полномочий</w:t>
      </w:r>
      <w:r w:rsidRPr="003D2DDB">
        <w:rPr>
          <w:rFonts w:ascii="Times New Roman" w:hAnsi="Times New Roman"/>
          <w:sz w:val="28"/>
          <w:szCs w:val="28"/>
          <w:lang w:eastAsia="ru-RU"/>
        </w:rPr>
        <w:t xml:space="preserve"> (с указанием размера возмещения расходов);</w:t>
      </w:r>
    </w:p>
    <w:p w:rsidR="0010721C" w:rsidRPr="003D2DDB" w:rsidRDefault="0010721C" w:rsidP="002972C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D2DDB">
        <w:rPr>
          <w:rFonts w:ascii="Times New Roman" w:hAnsi="Times New Roman"/>
          <w:sz w:val="28"/>
          <w:szCs w:val="28"/>
          <w:lang w:eastAsia="ru-RU"/>
        </w:rPr>
        <w:t>б</w:t>
      </w:r>
      <w:r w:rsidRPr="005E1DC0">
        <w:rPr>
          <w:rFonts w:ascii="Times New Roman" w:hAnsi="Times New Roman"/>
          <w:sz w:val="28"/>
          <w:szCs w:val="28"/>
          <w:lang w:eastAsia="ru-RU"/>
        </w:rPr>
        <w:t>) о</w:t>
      </w:r>
      <w:r w:rsidRPr="003D2DDB">
        <w:rPr>
          <w:rFonts w:ascii="Times New Roman" w:hAnsi="Times New Roman"/>
          <w:sz w:val="28"/>
          <w:szCs w:val="28"/>
          <w:lang w:eastAsia="ru-RU"/>
        </w:rPr>
        <w:t>б</w:t>
      </w:r>
      <w:r w:rsidRPr="003D2DDB">
        <w:rPr>
          <w:rFonts w:ascii="Times New Roman" w:hAnsi="Times New Roman"/>
          <w:sz w:val="28"/>
          <w:szCs w:val="28"/>
        </w:rPr>
        <w:t xml:space="preserve"> отказе в выплате депутату Думы</w:t>
      </w:r>
      <w:r w:rsidRPr="005E1D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D2DDB">
        <w:rPr>
          <w:rFonts w:ascii="Times New Roman" w:hAnsi="Times New Roman"/>
          <w:sz w:val="28"/>
          <w:szCs w:val="28"/>
        </w:rPr>
        <w:t>возмещения расходов</w:t>
      </w:r>
      <w:r w:rsidRPr="003D2DDB">
        <w:rPr>
          <w:rFonts w:ascii="Times New Roman" w:hAnsi="Times New Roman"/>
          <w:bCs/>
          <w:sz w:val="28"/>
          <w:szCs w:val="28"/>
        </w:rPr>
        <w:t>, связанных с осуществлением депутатских полномочий</w:t>
      </w:r>
      <w:r w:rsidRPr="003D2DDB">
        <w:rPr>
          <w:rFonts w:ascii="Times New Roman" w:hAnsi="Times New Roman"/>
          <w:sz w:val="28"/>
          <w:szCs w:val="28"/>
        </w:rPr>
        <w:t xml:space="preserve"> и возврате документов (с указанием оснований отказа выплаты возмещения расходов). </w:t>
      </w:r>
    </w:p>
    <w:p w:rsidR="0010721C" w:rsidRDefault="0010721C" w:rsidP="00BE45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2DDB">
        <w:rPr>
          <w:rFonts w:ascii="Times New Roman" w:hAnsi="Times New Roman"/>
          <w:sz w:val="28"/>
          <w:szCs w:val="28"/>
          <w:lang w:eastAsia="ru-RU"/>
        </w:rPr>
        <w:t xml:space="preserve">9.11. Решение, указанное в подпункте «а» пункта 9.10 настоящего Положения, принимается в случае </w:t>
      </w:r>
      <w:r>
        <w:rPr>
          <w:rFonts w:ascii="Times New Roman" w:hAnsi="Times New Roman"/>
          <w:sz w:val="28"/>
          <w:szCs w:val="28"/>
        </w:rPr>
        <w:t xml:space="preserve">представления в полном объеме и в соответствии с настоящим Положением документов, указанных в пунктах 9.1, 9.2 настоящего Положения, с соблюдением </w:t>
      </w:r>
      <w:r w:rsidRPr="003D2DDB">
        <w:rPr>
          <w:rFonts w:ascii="Times New Roman" w:hAnsi="Times New Roman"/>
          <w:sz w:val="28"/>
          <w:szCs w:val="28"/>
          <w:lang w:eastAsia="ru-RU"/>
        </w:rPr>
        <w:t>срока представления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депутатом Думы </w:t>
      </w:r>
      <w:r w:rsidRPr="003D2DDB">
        <w:rPr>
          <w:rFonts w:ascii="Times New Roman" w:hAnsi="Times New Roman"/>
          <w:sz w:val="28"/>
          <w:szCs w:val="28"/>
          <w:lang w:eastAsia="ru-RU"/>
        </w:rPr>
        <w:t>документов</w:t>
      </w:r>
      <w:r w:rsidRPr="003D2D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для возмещения расходов, </w:t>
      </w:r>
      <w:r w:rsidRPr="003D2DDB">
        <w:rPr>
          <w:rFonts w:ascii="Times New Roman" w:hAnsi="Times New Roman"/>
          <w:sz w:val="28"/>
          <w:szCs w:val="28"/>
          <w:shd w:val="clear" w:color="auto" w:fill="FFFFFF"/>
        </w:rPr>
        <w:t>установленн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3D2DDB">
        <w:rPr>
          <w:rFonts w:ascii="Times New Roman" w:hAnsi="Times New Roman"/>
          <w:sz w:val="28"/>
          <w:szCs w:val="28"/>
          <w:shd w:val="clear" w:color="auto" w:fill="FFFFFF"/>
        </w:rPr>
        <w:t xml:space="preserve"> пунктами 9.1, 9.2 настоящего Положения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0721C" w:rsidRDefault="0010721C" w:rsidP="009174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9.12. </w:t>
      </w:r>
      <w:r w:rsidRPr="003D2DDB">
        <w:rPr>
          <w:rFonts w:ascii="Times New Roman" w:hAnsi="Times New Roman"/>
          <w:sz w:val="28"/>
          <w:szCs w:val="28"/>
          <w:lang w:eastAsia="ru-RU"/>
        </w:rPr>
        <w:t>Решение, указанное в подпункте «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 w:rsidRPr="003D2DDB">
        <w:rPr>
          <w:rFonts w:ascii="Times New Roman" w:hAnsi="Times New Roman"/>
          <w:sz w:val="28"/>
          <w:szCs w:val="28"/>
          <w:lang w:eastAsia="ru-RU"/>
        </w:rPr>
        <w:t xml:space="preserve">» пункта 9.10 настоящего Положения, принимается </w:t>
      </w:r>
      <w:r>
        <w:rPr>
          <w:rFonts w:ascii="Times New Roman" w:hAnsi="Times New Roman"/>
          <w:sz w:val="28"/>
          <w:szCs w:val="28"/>
          <w:lang w:eastAsia="ru-RU"/>
        </w:rPr>
        <w:t>при наличии одного или нескольких оснований:</w:t>
      </w:r>
    </w:p>
    <w:p w:rsidR="0010721C" w:rsidRDefault="0010721C" w:rsidP="009174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Pr="000A383E">
        <w:rPr>
          <w:rFonts w:ascii="Times New Roman" w:hAnsi="Times New Roman"/>
          <w:sz w:val="28"/>
          <w:szCs w:val="28"/>
        </w:rPr>
        <w:t>представление депутатом Думы документов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возмещения расходов</w:t>
      </w:r>
      <w:r w:rsidRPr="000A38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 истечении</w:t>
      </w:r>
      <w:r w:rsidRPr="00F617D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 xml:space="preserve">установленного пунктами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 xml:space="preserve">.1, 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0A383E">
        <w:rPr>
          <w:rFonts w:ascii="Times New Roman" w:hAnsi="Times New Roman"/>
          <w:sz w:val="28"/>
          <w:szCs w:val="28"/>
          <w:shd w:val="clear" w:color="auto" w:fill="FFFFFF"/>
        </w:rPr>
        <w:t>.2 настоящего Положения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срока</w:t>
      </w:r>
      <w:r>
        <w:rPr>
          <w:rFonts w:ascii="Times New Roman" w:hAnsi="Times New Roman"/>
          <w:sz w:val="28"/>
          <w:szCs w:val="28"/>
        </w:rPr>
        <w:t>;</w:t>
      </w:r>
    </w:p>
    <w:p w:rsidR="0010721C" w:rsidRPr="00655D3B" w:rsidRDefault="0010721C" w:rsidP="002972C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FB3D5B">
        <w:rPr>
          <w:rFonts w:ascii="Times New Roman" w:hAnsi="Times New Roman"/>
          <w:sz w:val="28"/>
          <w:szCs w:val="28"/>
        </w:rPr>
        <w:t xml:space="preserve">представление </w:t>
      </w:r>
      <w:r>
        <w:rPr>
          <w:rFonts w:ascii="Times New Roman" w:hAnsi="Times New Roman"/>
          <w:sz w:val="28"/>
          <w:szCs w:val="28"/>
        </w:rPr>
        <w:t xml:space="preserve">депутатом Думы документов для возмещения расходов, </w:t>
      </w:r>
      <w:r w:rsidRPr="00FB3D5B">
        <w:rPr>
          <w:rFonts w:ascii="Times New Roman" w:hAnsi="Times New Roman"/>
          <w:sz w:val="28"/>
          <w:szCs w:val="28"/>
        </w:rPr>
        <w:t xml:space="preserve">указанных в пункте </w:t>
      </w:r>
      <w:r>
        <w:rPr>
          <w:rFonts w:ascii="Times New Roman" w:hAnsi="Times New Roman"/>
          <w:sz w:val="28"/>
          <w:szCs w:val="28"/>
        </w:rPr>
        <w:t>9</w:t>
      </w:r>
      <w:r w:rsidRPr="00FB3D5B">
        <w:rPr>
          <w:rFonts w:ascii="Times New Roman" w:hAnsi="Times New Roman"/>
          <w:sz w:val="28"/>
          <w:szCs w:val="28"/>
        </w:rPr>
        <w:t>.1 настоящего Положения</w:t>
      </w:r>
      <w:r>
        <w:rPr>
          <w:rFonts w:ascii="Times New Roman" w:hAnsi="Times New Roman"/>
          <w:sz w:val="28"/>
          <w:szCs w:val="28"/>
        </w:rPr>
        <w:t xml:space="preserve">, с нарушением требований </w:t>
      </w:r>
      <w:r w:rsidRPr="00655D3B">
        <w:rPr>
          <w:rFonts w:ascii="Times New Roman" w:hAnsi="Times New Roman"/>
          <w:sz w:val="28"/>
          <w:szCs w:val="28"/>
        </w:rPr>
        <w:t>настоящего Положения.</w:t>
      </w:r>
    </w:p>
    <w:p w:rsidR="0010721C" w:rsidRPr="00655D3B" w:rsidRDefault="0010721C" w:rsidP="00E63C5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55D3B">
        <w:rPr>
          <w:rFonts w:ascii="Times New Roman" w:hAnsi="Times New Roman"/>
          <w:sz w:val="28"/>
          <w:szCs w:val="28"/>
        </w:rPr>
        <w:t>9.13. Результаты рассмотрения Комиссией документов депутат</w:t>
      </w:r>
      <w:r>
        <w:rPr>
          <w:rFonts w:ascii="Times New Roman" w:hAnsi="Times New Roman"/>
          <w:sz w:val="28"/>
          <w:szCs w:val="28"/>
        </w:rPr>
        <w:t>а</w:t>
      </w:r>
      <w:r w:rsidRPr="00655D3B">
        <w:rPr>
          <w:rFonts w:ascii="Times New Roman" w:hAnsi="Times New Roman"/>
          <w:sz w:val="28"/>
          <w:szCs w:val="28"/>
        </w:rPr>
        <w:t xml:space="preserve"> Думы отражаются в протоколе Комиссии.</w:t>
      </w:r>
    </w:p>
    <w:p w:rsidR="0010721C" w:rsidRPr="00655D3B" w:rsidRDefault="0010721C" w:rsidP="00E63C5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55D3B">
        <w:rPr>
          <w:rFonts w:ascii="Times New Roman" w:hAnsi="Times New Roman"/>
          <w:sz w:val="28"/>
          <w:szCs w:val="28"/>
          <w:lang w:eastAsia="ru-RU"/>
        </w:rPr>
        <w:t xml:space="preserve">9.14. 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Комиссия </w:t>
      </w:r>
      <w:r w:rsidRPr="00655D3B">
        <w:rPr>
          <w:rFonts w:ascii="Times New Roman" w:hAnsi="Times New Roman"/>
          <w:sz w:val="28"/>
          <w:szCs w:val="28"/>
          <w:lang w:eastAsia="ru-RU"/>
        </w:rPr>
        <w:t xml:space="preserve">не позднее 3 рабочих дней </w:t>
      </w:r>
      <w:r w:rsidRPr="00E412C7">
        <w:rPr>
          <w:rFonts w:ascii="Times New Roman" w:hAnsi="Times New Roman"/>
          <w:sz w:val="28"/>
          <w:szCs w:val="28"/>
          <w:lang w:eastAsia="ru-RU"/>
        </w:rPr>
        <w:t>с</w:t>
      </w:r>
      <w:r w:rsidRPr="00655D3B">
        <w:rPr>
          <w:rFonts w:ascii="Times New Roman" w:hAnsi="Times New Roman"/>
          <w:sz w:val="28"/>
          <w:szCs w:val="28"/>
          <w:lang w:eastAsia="ru-RU"/>
        </w:rPr>
        <w:t xml:space="preserve">о дня принятия решения 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 направляет</w:t>
      </w:r>
      <w:r w:rsidRPr="00655D3B">
        <w:rPr>
          <w:rFonts w:ascii="Times New Roman" w:hAnsi="Times New Roman"/>
          <w:sz w:val="28"/>
          <w:szCs w:val="28"/>
          <w:lang w:eastAsia="ru-RU"/>
        </w:rPr>
        <w:t xml:space="preserve"> председателю Думы </w:t>
      </w:r>
      <w:r w:rsidRPr="00E412C7">
        <w:rPr>
          <w:rFonts w:ascii="Times New Roman" w:hAnsi="Times New Roman"/>
          <w:sz w:val="28"/>
          <w:szCs w:val="28"/>
          <w:lang w:eastAsia="ru-RU"/>
        </w:rPr>
        <w:t>протокол заседания Комиссии</w:t>
      </w:r>
      <w:r w:rsidRPr="00655D3B">
        <w:rPr>
          <w:rFonts w:ascii="Times New Roman" w:hAnsi="Times New Roman"/>
          <w:sz w:val="28"/>
          <w:szCs w:val="28"/>
          <w:lang w:eastAsia="ru-RU"/>
        </w:rPr>
        <w:t xml:space="preserve"> и представленные депутат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655D3B">
        <w:rPr>
          <w:rFonts w:ascii="Times New Roman" w:hAnsi="Times New Roman"/>
          <w:sz w:val="28"/>
          <w:szCs w:val="28"/>
          <w:lang w:eastAsia="ru-RU"/>
        </w:rPr>
        <w:t xml:space="preserve"> Думы документы.</w:t>
      </w:r>
    </w:p>
    <w:p w:rsidR="0010721C" w:rsidRDefault="0010721C" w:rsidP="00D1334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55D3B">
        <w:rPr>
          <w:rFonts w:ascii="Times New Roman" w:hAnsi="Times New Roman"/>
          <w:sz w:val="28"/>
          <w:szCs w:val="28"/>
          <w:shd w:val="clear" w:color="auto" w:fill="FFFFFF"/>
        </w:rPr>
        <w:t xml:space="preserve">9.15. </w:t>
      </w:r>
      <w:r w:rsidRPr="00655D3B">
        <w:rPr>
          <w:rFonts w:ascii="Times New Roman" w:hAnsi="Times New Roman"/>
          <w:sz w:val="28"/>
          <w:szCs w:val="28"/>
          <w:lang w:eastAsia="ru-RU"/>
        </w:rPr>
        <w:t>Председатель Думы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 в течение </w:t>
      </w:r>
      <w:r w:rsidRPr="00655D3B">
        <w:rPr>
          <w:rFonts w:ascii="Times New Roman" w:hAnsi="Times New Roman"/>
          <w:sz w:val="28"/>
          <w:szCs w:val="28"/>
          <w:lang w:eastAsia="ru-RU"/>
        </w:rPr>
        <w:t>2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получения </w:t>
      </w:r>
      <w:r w:rsidRPr="00655D3B">
        <w:rPr>
          <w:rFonts w:ascii="Times New Roman" w:hAnsi="Times New Roman"/>
          <w:sz w:val="28"/>
          <w:szCs w:val="28"/>
          <w:lang w:eastAsia="ru-RU"/>
        </w:rPr>
        <w:t>протокола заседания Комиссии и представленных депутат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655D3B">
        <w:rPr>
          <w:rFonts w:ascii="Times New Roman" w:hAnsi="Times New Roman"/>
          <w:sz w:val="28"/>
          <w:szCs w:val="28"/>
          <w:lang w:eastAsia="ru-RU"/>
        </w:rPr>
        <w:t xml:space="preserve"> Думы документов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10721C" w:rsidRDefault="0010721C" w:rsidP="00D1334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Pr="00655D3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основании решения Комиссии, указанного в подпункте «а» пункта 9.10 настоящего Положения, </w:t>
      </w:r>
      <w:r w:rsidRPr="00655D3B">
        <w:rPr>
          <w:rFonts w:ascii="Times New Roman" w:hAnsi="Times New Roman"/>
          <w:sz w:val="28"/>
          <w:szCs w:val="28"/>
          <w:lang w:eastAsia="ru-RU"/>
        </w:rPr>
        <w:t xml:space="preserve">издает распоряжение </w:t>
      </w:r>
      <w:r w:rsidRPr="00655D3B">
        <w:rPr>
          <w:rFonts w:ascii="Times New Roman" w:hAnsi="Times New Roman"/>
          <w:bCs/>
          <w:sz w:val="28"/>
          <w:szCs w:val="28"/>
        </w:rPr>
        <w:t xml:space="preserve">о </w:t>
      </w:r>
      <w:r w:rsidRPr="00D13341">
        <w:rPr>
          <w:rFonts w:ascii="Times New Roman" w:hAnsi="Times New Roman"/>
          <w:bCs/>
          <w:sz w:val="28"/>
          <w:szCs w:val="28"/>
        </w:rPr>
        <w:t>возмещении депутату Думы расходов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0721C" w:rsidRDefault="0010721C" w:rsidP="0052604B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  <w:lang w:eastAsia="ru-RU"/>
        </w:rPr>
        <w:t xml:space="preserve">на основании решения Комиссии, указанного в подпункте «б» пункта 9.10 настоящего Положения, </w:t>
      </w:r>
      <w:r w:rsidRPr="00D1334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направляет депутату Думы письменный </w:t>
      </w:r>
      <w:r w:rsidRPr="00D13341">
        <w:rPr>
          <w:rFonts w:ascii="Times New Roman" w:hAnsi="Times New Roman"/>
          <w:sz w:val="28"/>
          <w:szCs w:val="28"/>
        </w:rPr>
        <w:t>отказ в выплате возмещения расходов</w:t>
      </w:r>
      <w:r w:rsidRPr="00D13341">
        <w:rPr>
          <w:rFonts w:ascii="Times New Roman" w:hAnsi="Times New Roman"/>
          <w:bCs/>
          <w:sz w:val="28"/>
          <w:szCs w:val="28"/>
        </w:rPr>
        <w:t xml:space="preserve"> </w:t>
      </w:r>
      <w:r w:rsidRPr="00D13341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представленные им </w:t>
      </w:r>
      <w:r w:rsidRPr="00D13341">
        <w:rPr>
          <w:rFonts w:ascii="Times New Roman" w:hAnsi="Times New Roman"/>
          <w:sz w:val="28"/>
          <w:szCs w:val="28"/>
        </w:rPr>
        <w:t xml:space="preserve">документы. </w:t>
      </w:r>
      <w:r>
        <w:rPr>
          <w:rFonts w:ascii="Times New Roman" w:hAnsi="Times New Roman"/>
          <w:sz w:val="28"/>
          <w:szCs w:val="28"/>
        </w:rPr>
        <w:t xml:space="preserve">Письменный отказ </w:t>
      </w:r>
      <w:r w:rsidRPr="00D13341">
        <w:rPr>
          <w:rFonts w:ascii="Times New Roman" w:hAnsi="Times New Roman"/>
          <w:sz w:val="28"/>
          <w:szCs w:val="28"/>
          <w:lang w:eastAsia="ru-RU"/>
        </w:rPr>
        <w:t xml:space="preserve">в выплате возмещения расходов оформляется письмом за подписью председателя Думы </w:t>
      </w:r>
      <w:r w:rsidRPr="00E412C7">
        <w:rPr>
          <w:rFonts w:ascii="Times New Roman" w:hAnsi="Times New Roman"/>
          <w:sz w:val="28"/>
          <w:szCs w:val="28"/>
          <w:lang w:eastAsia="ru-RU"/>
        </w:rPr>
        <w:t xml:space="preserve">с разъяснениями оснований </w:t>
      </w:r>
      <w:r w:rsidRPr="00D13341">
        <w:rPr>
          <w:rFonts w:ascii="Times New Roman" w:hAnsi="Times New Roman"/>
          <w:sz w:val="28"/>
          <w:szCs w:val="28"/>
          <w:lang w:eastAsia="ru-RU"/>
        </w:rPr>
        <w:t>отказа</w:t>
      </w:r>
      <w:r w:rsidRPr="00E412C7">
        <w:rPr>
          <w:rFonts w:ascii="Times New Roman" w:hAnsi="Times New Roman"/>
          <w:sz w:val="28"/>
          <w:szCs w:val="28"/>
          <w:lang w:eastAsia="ru-RU"/>
        </w:rPr>
        <w:t>.</w:t>
      </w:r>
    </w:p>
    <w:p w:rsidR="0010721C" w:rsidRPr="000A383E" w:rsidRDefault="0010721C" w:rsidP="0035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9.16</w:t>
      </w:r>
      <w:r w:rsidRPr="000A383E">
        <w:rPr>
          <w:rFonts w:ascii="Times New Roman" w:hAnsi="Times New Roman"/>
          <w:sz w:val="28"/>
          <w:szCs w:val="28"/>
        </w:rPr>
        <w:t>. Выплата возмещения расходов депутату Думы осуществляется на основании распоряжения председателя Думы</w:t>
      </w:r>
      <w:r w:rsidRPr="000A383E">
        <w:rPr>
          <w:rFonts w:ascii="Times New Roman" w:hAnsi="Times New Roman"/>
          <w:bCs/>
          <w:sz w:val="28"/>
          <w:szCs w:val="28"/>
        </w:rPr>
        <w:t xml:space="preserve"> о возмещении депутату Думы расходов</w:t>
      </w:r>
      <w:r w:rsidRPr="000A383E">
        <w:rPr>
          <w:rFonts w:ascii="Times New Roman" w:hAnsi="Times New Roman"/>
          <w:sz w:val="28"/>
          <w:szCs w:val="28"/>
        </w:rPr>
        <w:t xml:space="preserve"> и документов, указанных в пункте </w:t>
      </w:r>
      <w:r>
        <w:rPr>
          <w:rFonts w:ascii="Times New Roman" w:hAnsi="Times New Roman"/>
          <w:sz w:val="28"/>
          <w:szCs w:val="28"/>
        </w:rPr>
        <w:t>9</w:t>
      </w:r>
      <w:r w:rsidRPr="000A383E">
        <w:rPr>
          <w:rFonts w:ascii="Times New Roman" w:hAnsi="Times New Roman"/>
          <w:sz w:val="28"/>
          <w:szCs w:val="28"/>
        </w:rPr>
        <w:t>.1 настоящего Положения.</w:t>
      </w:r>
    </w:p>
    <w:p w:rsidR="0010721C" w:rsidRPr="000A383E" w:rsidRDefault="0010721C" w:rsidP="0035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0A38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17</w:t>
      </w:r>
      <w:r w:rsidRPr="000A383E">
        <w:rPr>
          <w:rFonts w:ascii="Times New Roman" w:hAnsi="Times New Roman"/>
          <w:sz w:val="28"/>
          <w:szCs w:val="28"/>
        </w:rPr>
        <w:t xml:space="preserve">. Выплата возмещения расходов депутату Думы производится путем перечисления </w:t>
      </w:r>
      <w:r>
        <w:rPr>
          <w:rFonts w:ascii="Times New Roman" w:hAnsi="Times New Roman"/>
          <w:sz w:val="28"/>
          <w:szCs w:val="28"/>
        </w:rPr>
        <w:t xml:space="preserve">денежных средств </w:t>
      </w:r>
      <w:r w:rsidRPr="000A383E">
        <w:rPr>
          <w:rFonts w:ascii="Times New Roman" w:hAnsi="Times New Roman"/>
          <w:sz w:val="28"/>
          <w:szCs w:val="28"/>
        </w:rPr>
        <w:t xml:space="preserve">на банковский счет депутата Думы не позднее 10 рабочих дней со дня издания распоряжения председателя Думы </w:t>
      </w:r>
      <w:r w:rsidRPr="000A383E">
        <w:rPr>
          <w:rFonts w:ascii="Times New Roman" w:hAnsi="Times New Roman"/>
          <w:bCs/>
          <w:sz w:val="28"/>
          <w:szCs w:val="28"/>
        </w:rPr>
        <w:t>о возмещении депутату Думы расходов</w:t>
      </w:r>
      <w:r w:rsidRPr="000A383E">
        <w:rPr>
          <w:rFonts w:ascii="Times New Roman" w:hAnsi="Times New Roman"/>
          <w:sz w:val="28"/>
          <w:szCs w:val="28"/>
        </w:rPr>
        <w:t>.</w:t>
      </w:r>
    </w:p>
    <w:p w:rsidR="0010721C" w:rsidRPr="000A383E" w:rsidRDefault="0010721C" w:rsidP="0035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Par0"/>
      <w:bookmarkEnd w:id="1"/>
      <w:r>
        <w:rPr>
          <w:rFonts w:ascii="Times New Roman" w:hAnsi="Times New Roman"/>
          <w:sz w:val="28"/>
          <w:szCs w:val="28"/>
        </w:rPr>
        <w:t>9.18</w:t>
      </w:r>
      <w:r w:rsidRPr="000A383E">
        <w:rPr>
          <w:rFonts w:ascii="Times New Roman" w:hAnsi="Times New Roman"/>
          <w:sz w:val="28"/>
          <w:szCs w:val="28"/>
        </w:rPr>
        <w:t>. Запрещается перераспределение невостребованных средств, предусмотренных для возмещения расходов, для выплат другим депутатам.</w:t>
      </w:r>
    </w:p>
    <w:p w:rsidR="0010721C" w:rsidRPr="00D1189F" w:rsidRDefault="0010721C" w:rsidP="008D76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9.19</w:t>
      </w:r>
      <w:r w:rsidRPr="000A383E">
        <w:rPr>
          <w:rFonts w:ascii="Times New Roman" w:hAnsi="Times New Roman"/>
          <w:sz w:val="28"/>
          <w:szCs w:val="28"/>
        </w:rPr>
        <w:t>. Вновь избранному депутату Думы возмещение расходов производится с месяца, следующего за м</w:t>
      </w:r>
      <w:r>
        <w:rPr>
          <w:rFonts w:ascii="Times New Roman" w:hAnsi="Times New Roman"/>
          <w:sz w:val="28"/>
          <w:szCs w:val="28"/>
        </w:rPr>
        <w:t>есяцем его избрания.».</w:t>
      </w:r>
    </w:p>
    <w:p w:rsidR="0010721C" w:rsidRPr="002B619C" w:rsidRDefault="0010721C" w:rsidP="00D1189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0721C" w:rsidRDefault="0010721C" w:rsidP="005E4222">
      <w:pPr>
        <w:pStyle w:val="ListParagraph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разделе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10721C" w:rsidRDefault="0010721C" w:rsidP="005E4222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нумерацию раздела и его пунктов (в том числе ссылок на пункты) привести в соответствие;</w:t>
      </w:r>
    </w:p>
    <w:p w:rsidR="0010721C" w:rsidRDefault="0010721C" w:rsidP="005E4222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подпункте «в» пункта 10.1 слово «Порядком» заменить словом «Положением»;</w:t>
      </w:r>
    </w:p>
    <w:p w:rsidR="0010721C" w:rsidRDefault="0010721C" w:rsidP="00266863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10.6 после слов «срока, установленного пунктами» исключить слова «установленных пунктами»;</w:t>
      </w:r>
    </w:p>
    <w:p w:rsidR="0010721C" w:rsidRDefault="0010721C" w:rsidP="00266863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10.7 слова «председателем Думы срок» заменить словами «председателем Думы в срок»;</w:t>
      </w:r>
    </w:p>
    <w:p w:rsidR="0010721C" w:rsidRDefault="0010721C" w:rsidP="00266863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10.9 слова «их перечисления» заменить словами «перечисления денежных средств».</w:t>
      </w:r>
    </w:p>
    <w:p w:rsidR="0010721C" w:rsidRDefault="0010721C" w:rsidP="00266863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10721C" w:rsidRPr="00A85B55" w:rsidRDefault="0010721C" w:rsidP="005E4222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0721C" w:rsidRPr="00A85B55" w:rsidRDefault="0010721C" w:rsidP="00A85B55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A85B55">
        <w:rPr>
          <w:rFonts w:ascii="Times New Roman" w:hAnsi="Times New Roman"/>
          <w:iCs/>
          <w:sz w:val="28"/>
          <w:szCs w:val="28"/>
        </w:rPr>
        <w:t xml:space="preserve">Депутат Думы Соликамского </w:t>
      </w:r>
    </w:p>
    <w:p w:rsidR="0010721C" w:rsidRPr="00A85B55" w:rsidRDefault="0010721C" w:rsidP="00A85B55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A85B55">
        <w:rPr>
          <w:rFonts w:ascii="Times New Roman" w:hAnsi="Times New Roman"/>
          <w:iCs/>
          <w:sz w:val="28"/>
          <w:szCs w:val="28"/>
        </w:rPr>
        <w:t xml:space="preserve">городского округа по избирательному </w:t>
      </w:r>
    </w:p>
    <w:p w:rsidR="0010721C" w:rsidRPr="00A85B55" w:rsidRDefault="0010721C" w:rsidP="00A85B5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5B55">
        <w:rPr>
          <w:rFonts w:ascii="Times New Roman" w:hAnsi="Times New Roman"/>
          <w:iCs/>
          <w:sz w:val="28"/>
          <w:szCs w:val="28"/>
        </w:rPr>
        <w:t>округу № 2</w:t>
      </w:r>
      <w:r w:rsidRPr="00A85B55">
        <w:rPr>
          <w:rFonts w:ascii="Times New Roman" w:hAnsi="Times New Roman"/>
          <w:iCs/>
          <w:sz w:val="28"/>
          <w:szCs w:val="28"/>
        </w:rPr>
        <w:tab/>
      </w:r>
      <w:r w:rsidRPr="00A85B55">
        <w:rPr>
          <w:rFonts w:ascii="Times New Roman" w:hAnsi="Times New Roman"/>
          <w:iCs/>
          <w:sz w:val="28"/>
          <w:szCs w:val="28"/>
        </w:rPr>
        <w:tab/>
      </w:r>
      <w:r w:rsidRPr="00A85B55">
        <w:rPr>
          <w:rFonts w:ascii="Times New Roman" w:hAnsi="Times New Roman"/>
          <w:iCs/>
          <w:sz w:val="28"/>
          <w:szCs w:val="28"/>
        </w:rPr>
        <w:tab/>
      </w:r>
      <w:r w:rsidRPr="00A85B55">
        <w:rPr>
          <w:rFonts w:ascii="Times New Roman" w:hAnsi="Times New Roman"/>
          <w:iCs/>
          <w:sz w:val="28"/>
          <w:szCs w:val="28"/>
        </w:rPr>
        <w:tab/>
      </w:r>
      <w:r w:rsidRPr="00A85B55">
        <w:rPr>
          <w:rFonts w:ascii="Times New Roman" w:hAnsi="Times New Roman"/>
          <w:iCs/>
          <w:sz w:val="28"/>
          <w:szCs w:val="28"/>
        </w:rPr>
        <w:tab/>
      </w:r>
      <w:r w:rsidRPr="00A85B55">
        <w:rPr>
          <w:rFonts w:ascii="Times New Roman" w:hAnsi="Times New Roman"/>
          <w:iCs/>
          <w:sz w:val="28"/>
          <w:szCs w:val="28"/>
        </w:rPr>
        <w:tab/>
        <w:t xml:space="preserve">                                       И.Г.Мингазеев</w:t>
      </w:r>
    </w:p>
    <w:p w:rsidR="0010721C" w:rsidRPr="00A85B55" w:rsidRDefault="0010721C" w:rsidP="00A85B55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10721C" w:rsidRPr="00A85B55" w:rsidRDefault="0010721C" w:rsidP="00D1189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0721C" w:rsidRDefault="0010721C" w:rsidP="00D118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721C" w:rsidRPr="009C7F5E" w:rsidRDefault="0010721C" w:rsidP="009C7F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0721C" w:rsidRPr="009C7F5E" w:rsidSect="009D036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74ED1"/>
    <w:multiLevelType w:val="multilevel"/>
    <w:tmpl w:val="FE98CF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A1696E"/>
    <w:multiLevelType w:val="hybridMultilevel"/>
    <w:tmpl w:val="EBAE3902"/>
    <w:lvl w:ilvl="0" w:tplc="7E9E08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6BC"/>
    <w:rsid w:val="000003C8"/>
    <w:rsid w:val="00020C8E"/>
    <w:rsid w:val="000764E3"/>
    <w:rsid w:val="0008628F"/>
    <w:rsid w:val="00087E44"/>
    <w:rsid w:val="00093FF9"/>
    <w:rsid w:val="000A383E"/>
    <w:rsid w:val="000B0C71"/>
    <w:rsid w:val="000C47F5"/>
    <w:rsid w:val="000E12EA"/>
    <w:rsid w:val="000F10DB"/>
    <w:rsid w:val="000F3231"/>
    <w:rsid w:val="000F5BE7"/>
    <w:rsid w:val="0010721C"/>
    <w:rsid w:val="001128C0"/>
    <w:rsid w:val="00113B61"/>
    <w:rsid w:val="001269CC"/>
    <w:rsid w:val="00126AD6"/>
    <w:rsid w:val="00133180"/>
    <w:rsid w:val="00134A7F"/>
    <w:rsid w:val="0016335C"/>
    <w:rsid w:val="00192472"/>
    <w:rsid w:val="001A31F2"/>
    <w:rsid w:val="001B0CB3"/>
    <w:rsid w:val="001C6821"/>
    <w:rsid w:val="00205601"/>
    <w:rsid w:val="002064F2"/>
    <w:rsid w:val="002271BF"/>
    <w:rsid w:val="00266001"/>
    <w:rsid w:val="00266863"/>
    <w:rsid w:val="00284B2F"/>
    <w:rsid w:val="00286570"/>
    <w:rsid w:val="002972C2"/>
    <w:rsid w:val="002A3B1D"/>
    <w:rsid w:val="002A79BD"/>
    <w:rsid w:val="002B619C"/>
    <w:rsid w:val="002C0F47"/>
    <w:rsid w:val="00326DB1"/>
    <w:rsid w:val="0035564A"/>
    <w:rsid w:val="00364C7A"/>
    <w:rsid w:val="003772AD"/>
    <w:rsid w:val="0037761F"/>
    <w:rsid w:val="0039504C"/>
    <w:rsid w:val="003D2DDB"/>
    <w:rsid w:val="003D61CC"/>
    <w:rsid w:val="003F3959"/>
    <w:rsid w:val="00407B83"/>
    <w:rsid w:val="00407FB5"/>
    <w:rsid w:val="0042599C"/>
    <w:rsid w:val="00453611"/>
    <w:rsid w:val="00495C72"/>
    <w:rsid w:val="00496D3B"/>
    <w:rsid w:val="004E3E5A"/>
    <w:rsid w:val="0052604B"/>
    <w:rsid w:val="00535B81"/>
    <w:rsid w:val="00543305"/>
    <w:rsid w:val="00543FBE"/>
    <w:rsid w:val="005C4869"/>
    <w:rsid w:val="005C4E19"/>
    <w:rsid w:val="005C5B83"/>
    <w:rsid w:val="005E1DC0"/>
    <w:rsid w:val="005E4222"/>
    <w:rsid w:val="005E7211"/>
    <w:rsid w:val="00632CA5"/>
    <w:rsid w:val="00651D14"/>
    <w:rsid w:val="00655D3B"/>
    <w:rsid w:val="00660794"/>
    <w:rsid w:val="00670A1B"/>
    <w:rsid w:val="006C3449"/>
    <w:rsid w:val="006E1107"/>
    <w:rsid w:val="006F37CB"/>
    <w:rsid w:val="00750F37"/>
    <w:rsid w:val="007602B1"/>
    <w:rsid w:val="00760F8F"/>
    <w:rsid w:val="007706BC"/>
    <w:rsid w:val="007943C9"/>
    <w:rsid w:val="00797270"/>
    <w:rsid w:val="007E1769"/>
    <w:rsid w:val="007E7D64"/>
    <w:rsid w:val="007F297F"/>
    <w:rsid w:val="0084559D"/>
    <w:rsid w:val="00845FA7"/>
    <w:rsid w:val="00857A10"/>
    <w:rsid w:val="00872ED7"/>
    <w:rsid w:val="00890692"/>
    <w:rsid w:val="008A30D0"/>
    <w:rsid w:val="008A5A73"/>
    <w:rsid w:val="008C7432"/>
    <w:rsid w:val="008D0F8E"/>
    <w:rsid w:val="008D56D9"/>
    <w:rsid w:val="008D76BA"/>
    <w:rsid w:val="008F3C04"/>
    <w:rsid w:val="008F41F9"/>
    <w:rsid w:val="00917461"/>
    <w:rsid w:val="00920D86"/>
    <w:rsid w:val="009278F0"/>
    <w:rsid w:val="00970FD3"/>
    <w:rsid w:val="009B0F32"/>
    <w:rsid w:val="009C7063"/>
    <w:rsid w:val="009C7F5E"/>
    <w:rsid w:val="009D0366"/>
    <w:rsid w:val="009D2B1D"/>
    <w:rsid w:val="009E5144"/>
    <w:rsid w:val="00A127FE"/>
    <w:rsid w:val="00A362A4"/>
    <w:rsid w:val="00A653D9"/>
    <w:rsid w:val="00A84CAE"/>
    <w:rsid w:val="00A85B55"/>
    <w:rsid w:val="00AB7721"/>
    <w:rsid w:val="00B43826"/>
    <w:rsid w:val="00B63F72"/>
    <w:rsid w:val="00B67588"/>
    <w:rsid w:val="00B847DC"/>
    <w:rsid w:val="00B91499"/>
    <w:rsid w:val="00BA27C4"/>
    <w:rsid w:val="00BE45A2"/>
    <w:rsid w:val="00BF4091"/>
    <w:rsid w:val="00BF7B76"/>
    <w:rsid w:val="00C03C48"/>
    <w:rsid w:val="00C224B3"/>
    <w:rsid w:val="00C27E72"/>
    <w:rsid w:val="00C432BC"/>
    <w:rsid w:val="00C55374"/>
    <w:rsid w:val="00C9123A"/>
    <w:rsid w:val="00CA0B23"/>
    <w:rsid w:val="00D1189F"/>
    <w:rsid w:val="00D13341"/>
    <w:rsid w:val="00D30004"/>
    <w:rsid w:val="00D31A0C"/>
    <w:rsid w:val="00D36F0C"/>
    <w:rsid w:val="00D70013"/>
    <w:rsid w:val="00D72336"/>
    <w:rsid w:val="00D81D92"/>
    <w:rsid w:val="00DB4297"/>
    <w:rsid w:val="00DD5AF9"/>
    <w:rsid w:val="00DD6579"/>
    <w:rsid w:val="00E412C7"/>
    <w:rsid w:val="00E63C51"/>
    <w:rsid w:val="00EA118B"/>
    <w:rsid w:val="00EB3349"/>
    <w:rsid w:val="00EE544E"/>
    <w:rsid w:val="00EF329C"/>
    <w:rsid w:val="00EF78A8"/>
    <w:rsid w:val="00EF7EF5"/>
    <w:rsid w:val="00F17E19"/>
    <w:rsid w:val="00F2205F"/>
    <w:rsid w:val="00F46807"/>
    <w:rsid w:val="00F617D7"/>
    <w:rsid w:val="00F64081"/>
    <w:rsid w:val="00FA0A55"/>
    <w:rsid w:val="00FB3D5B"/>
    <w:rsid w:val="00FE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08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66001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35564A"/>
    <w:rPr>
      <w:rFonts w:cs="Times New Roman"/>
      <w:b/>
      <w:bCs/>
    </w:rPr>
  </w:style>
  <w:style w:type="paragraph" w:customStyle="1" w:styleId="ConsPlusNormal">
    <w:name w:val="ConsPlusNormal"/>
    <w:uiPriority w:val="99"/>
    <w:rsid w:val="0008628F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868</TotalTime>
  <Pages>5</Pages>
  <Words>1420</Words>
  <Characters>8097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User</cp:lastModifiedBy>
  <cp:revision>121</cp:revision>
  <cp:lastPrinted>2022-11-22T07:53:00Z</cp:lastPrinted>
  <dcterms:created xsi:type="dcterms:W3CDTF">2022-11-20T07:22:00Z</dcterms:created>
  <dcterms:modified xsi:type="dcterms:W3CDTF">2022-11-22T08:08:00Z</dcterms:modified>
</cp:coreProperties>
</file>